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0FD" w:rsidRPr="00A24B95" w:rsidRDefault="007C70FD" w:rsidP="007C70FD">
      <w:pPr>
        <w:rPr>
          <w:rFonts w:cs="Tahoma"/>
          <w:b w:val="0"/>
        </w:rPr>
      </w:pPr>
    </w:p>
    <w:p w:rsidR="00285776" w:rsidRDefault="005552BC" w:rsidP="00285776">
      <w:pPr>
        <w:rPr>
          <w:lang w:val="de-DE"/>
        </w:rPr>
      </w:pPr>
      <w:proofErr w:type="spellStart"/>
      <w:r>
        <w:rPr>
          <w:lang w:val="de-DE"/>
        </w:rPr>
        <w:t>Aaaaaaaaaaaaaaaaaaaaaaaa</w:t>
      </w:r>
      <w:proofErr w:type="spellEnd"/>
    </w:p>
    <w:p w:rsidR="005552BC" w:rsidRDefault="005552BC" w:rsidP="00285776">
      <w:pPr>
        <w:rPr>
          <w:lang w:val="de-DE"/>
        </w:rPr>
      </w:pPr>
      <w:proofErr w:type="spellStart"/>
      <w:r>
        <w:rPr>
          <w:lang w:val="de-DE"/>
        </w:rPr>
        <w:t>Aaaaaaaaaaaaaaaaaaa</w:t>
      </w:r>
      <w:proofErr w:type="spellEnd"/>
    </w:p>
    <w:p w:rsidR="005552BC" w:rsidRPr="00C12613" w:rsidRDefault="005552BC" w:rsidP="00285776">
      <w:pPr>
        <w:rPr>
          <w:lang w:val="de-DE"/>
        </w:rPr>
      </w:pPr>
      <w:proofErr w:type="spellStart"/>
      <w:r>
        <w:rPr>
          <w:lang w:val="de-DE"/>
        </w:rPr>
        <w:t>aaaaaaaaaaaaaaaaaa</w:t>
      </w:r>
      <w:proofErr w:type="spellEnd"/>
    </w:p>
    <w:p w:rsidR="002516BB" w:rsidRPr="00B25BDE" w:rsidRDefault="002516BB" w:rsidP="002516BB">
      <w:pPr>
        <w:rPr>
          <w:b w:val="0"/>
          <w:i/>
          <w:caps/>
          <w:u w:val="single"/>
          <w:lang w:val="pt-BR"/>
        </w:rPr>
      </w:pPr>
      <w:r w:rsidRPr="00B25BDE">
        <w:rPr>
          <w:caps/>
          <w:lang w:val="pt-BR"/>
        </w:rPr>
        <w:tab/>
      </w:r>
      <w:r w:rsidRPr="00B25BDE">
        <w:rPr>
          <w:caps/>
          <w:lang w:val="pt-BR"/>
        </w:rPr>
        <w:tab/>
      </w:r>
      <w:r w:rsidRPr="00B25BDE">
        <w:rPr>
          <w:caps/>
          <w:lang w:val="pt-BR"/>
        </w:rPr>
        <w:tab/>
      </w:r>
      <w:r w:rsidRPr="00B25BDE">
        <w:rPr>
          <w:caps/>
          <w:lang w:val="pt-BR"/>
        </w:rPr>
        <w:tab/>
      </w:r>
      <w:r w:rsidRPr="00B25BDE">
        <w:rPr>
          <w:caps/>
          <w:lang w:val="pt-BR"/>
        </w:rPr>
        <w:tab/>
      </w:r>
      <w:r w:rsidRPr="00B25BDE">
        <w:rPr>
          <w:caps/>
          <w:lang w:val="pt-BR"/>
        </w:rPr>
        <w:tab/>
      </w:r>
      <w:r w:rsidRPr="00B25BDE">
        <w:rPr>
          <w:caps/>
          <w:lang w:val="pt-BR"/>
        </w:rPr>
        <w:tab/>
      </w:r>
      <w:r w:rsidRPr="00B25BDE">
        <w:rPr>
          <w:caps/>
          <w:lang w:val="pt-BR"/>
        </w:rPr>
        <w:tab/>
      </w:r>
      <w:r w:rsidRPr="00B25BDE">
        <w:rPr>
          <w:caps/>
          <w:lang w:val="pt-BR"/>
        </w:rPr>
        <w:tab/>
      </w:r>
      <w:r w:rsidRPr="00B25BDE">
        <w:rPr>
          <w:caps/>
          <w:lang w:val="pt-BR"/>
        </w:rPr>
        <w:tab/>
      </w:r>
      <w:r w:rsidRPr="00B25BDE">
        <w:rPr>
          <w:caps/>
          <w:lang w:val="pt-BR"/>
        </w:rPr>
        <w:tab/>
      </w:r>
      <w:r w:rsidRPr="00B25BDE">
        <w:rPr>
          <w:caps/>
          <w:lang w:val="pt-BR"/>
        </w:rPr>
        <w:tab/>
      </w:r>
      <w:r w:rsidRPr="00B25BDE">
        <w:rPr>
          <w:caps/>
          <w:lang w:val="pt-BR"/>
        </w:rPr>
        <w:tab/>
      </w:r>
      <w:r w:rsidRPr="00B25BDE">
        <w:rPr>
          <w:caps/>
          <w:lang w:val="pt-BR"/>
        </w:rPr>
        <w:tab/>
      </w:r>
      <w:r w:rsidRPr="00B25BDE">
        <w:rPr>
          <w:caps/>
          <w:lang w:val="pt-BR"/>
        </w:rPr>
        <w:tab/>
      </w:r>
      <w:r w:rsidRPr="00B25BDE">
        <w:rPr>
          <w:caps/>
          <w:lang w:val="pt-BR"/>
        </w:rPr>
        <w:tab/>
      </w:r>
      <w:r w:rsidRPr="00B25BDE">
        <w:rPr>
          <w:caps/>
          <w:lang w:val="pt-BR"/>
        </w:rPr>
        <w:tab/>
      </w:r>
      <w:r w:rsidRPr="00B25BDE">
        <w:rPr>
          <w:caps/>
          <w:lang w:val="pt-BR"/>
        </w:rPr>
        <w:tab/>
      </w:r>
      <w:r w:rsidRPr="00B25BDE">
        <w:rPr>
          <w:caps/>
          <w:lang w:val="pt-BR"/>
        </w:rPr>
        <w:tab/>
      </w:r>
      <w:r w:rsidRPr="00B25BDE">
        <w:rPr>
          <w:caps/>
          <w:lang w:val="pt-BR"/>
        </w:rPr>
        <w:tab/>
      </w:r>
      <w:r w:rsidR="005552BC">
        <w:rPr>
          <w:i/>
          <w:caps/>
          <w:sz w:val="32"/>
          <w:szCs w:val="32"/>
          <w:u w:val="single"/>
          <w:lang w:val="pt-BR"/>
        </w:rPr>
        <w:t>ssasdd</w:t>
      </w:r>
    </w:p>
    <w:p w:rsidR="002516BB" w:rsidRPr="005552BC" w:rsidRDefault="002516BB" w:rsidP="002516BB">
      <w:pPr>
        <w:tabs>
          <w:tab w:val="left" w:pos="3686"/>
        </w:tabs>
        <w:ind w:left="360"/>
        <w:rPr>
          <w:b w:val="0"/>
        </w:rPr>
      </w:pPr>
    </w:p>
    <w:p w:rsidR="003B4736" w:rsidRPr="005552BC" w:rsidRDefault="005552BC" w:rsidP="003B4736">
      <w:pPr>
        <w:tabs>
          <w:tab w:val="left" w:pos="3686"/>
        </w:tabs>
        <w:rPr>
          <w:b w:val="0"/>
          <w:sz w:val="28"/>
          <w:szCs w:val="28"/>
        </w:rPr>
      </w:pPr>
      <w:r w:rsidRPr="005552BC">
        <w:rPr>
          <w:b w:val="0"/>
          <w:sz w:val="28"/>
          <w:szCs w:val="28"/>
        </w:rPr>
        <w:t>adasdasdas</w:t>
      </w:r>
      <w:r w:rsidR="003B4736" w:rsidRPr="005552BC">
        <w:rPr>
          <w:b w:val="0"/>
          <w:sz w:val="28"/>
          <w:szCs w:val="28"/>
        </w:rPr>
        <w:t>-</w:t>
      </w:r>
      <w:r w:rsidR="00D37BA2">
        <w:rPr>
          <w:b w:val="0"/>
          <w:sz w:val="28"/>
          <w:szCs w:val="28"/>
        </w:rPr>
        <w:t>136</w:t>
      </w:r>
      <w:r w:rsidR="003B4736">
        <w:rPr>
          <w:b w:val="0"/>
          <w:sz w:val="28"/>
          <w:szCs w:val="28"/>
          <w:lang w:val="pt-BR"/>
        </w:rPr>
        <w:t>/</w:t>
      </w:r>
      <w:r w:rsidR="00F426FD">
        <w:rPr>
          <w:b w:val="0"/>
          <w:sz w:val="28"/>
          <w:szCs w:val="28"/>
          <w:lang w:val="pt-BR"/>
        </w:rPr>
        <w:t>13</w:t>
      </w:r>
      <w:bookmarkStart w:id="0" w:name="_GoBack"/>
      <w:bookmarkEnd w:id="0"/>
    </w:p>
    <w:p w:rsidR="002C25D4" w:rsidRDefault="002C25D4" w:rsidP="002516BB">
      <w:pPr>
        <w:tabs>
          <w:tab w:val="left" w:pos="3686"/>
        </w:tabs>
        <w:rPr>
          <w:b w:val="0"/>
          <w:sz w:val="28"/>
          <w:szCs w:val="28"/>
          <w:lang w:val="pt-BR"/>
        </w:rPr>
      </w:pPr>
    </w:p>
    <w:p w:rsidR="002516BB" w:rsidRPr="005552BC" w:rsidRDefault="005552BC" w:rsidP="002516BB">
      <w:pPr>
        <w:tabs>
          <w:tab w:val="left" w:pos="3686"/>
        </w:tabs>
      </w:pPr>
      <w:proofErr w:type="spellStart"/>
      <w:r>
        <w:t>asasdas</w:t>
      </w:r>
      <w:proofErr w:type="spellEnd"/>
      <w:r w:rsidR="002516BB" w:rsidRPr="005552BC">
        <w:t xml:space="preserve"> </w:t>
      </w:r>
    </w:p>
    <w:p w:rsidR="002516BB" w:rsidRPr="005552BC" w:rsidRDefault="002516BB" w:rsidP="002516BB">
      <w:pPr>
        <w:tabs>
          <w:tab w:val="left" w:pos="3686"/>
        </w:tabs>
      </w:pPr>
    </w:p>
    <w:p w:rsidR="002516BB" w:rsidRPr="007451D8" w:rsidRDefault="005552BC" w:rsidP="002516BB">
      <w:pPr>
        <w:rPr>
          <w:lang w:val="en-US"/>
        </w:rPr>
      </w:pPr>
      <w:proofErr w:type="spellStart"/>
      <w:proofErr w:type="gramStart"/>
      <w:r>
        <w:rPr>
          <w:lang w:val="en-US"/>
        </w:rPr>
        <w:t>asdasdasdasdasdasdasdasd</w:t>
      </w:r>
      <w:proofErr w:type="spellEnd"/>
      <w:proofErr w:type="gramEnd"/>
    </w:p>
    <w:p w:rsidR="007C0FDE" w:rsidRPr="007451D8" w:rsidRDefault="007C0FDE" w:rsidP="002516BB">
      <w:pPr>
        <w:rPr>
          <w:lang w:val="en-US"/>
        </w:rPr>
      </w:pPr>
    </w:p>
    <w:p w:rsidR="007C0FDE" w:rsidRPr="00ED10FC" w:rsidRDefault="002516BB" w:rsidP="002516BB">
      <w:pPr>
        <w:rPr>
          <w:lang w:val="en-US"/>
        </w:rPr>
      </w:pPr>
      <w:r w:rsidRPr="00ED10FC">
        <w:rPr>
          <w:lang w:val="en-US"/>
        </w:rPr>
        <w:t> 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3"/>
        <w:gridCol w:w="1589"/>
        <w:gridCol w:w="1697"/>
        <w:gridCol w:w="916"/>
        <w:gridCol w:w="1069"/>
        <w:gridCol w:w="867"/>
        <w:gridCol w:w="1279"/>
        <w:gridCol w:w="1292"/>
      </w:tblGrid>
      <w:tr w:rsidR="007C0FDE" w:rsidTr="00106B69">
        <w:trPr>
          <w:trHeight w:val="398"/>
        </w:trPr>
        <w:tc>
          <w:tcPr>
            <w:tcW w:w="1084" w:type="dxa"/>
            <w:shd w:val="clear" w:color="auto" w:fill="auto"/>
          </w:tcPr>
          <w:p w:rsidR="007C0FDE" w:rsidRPr="005552BC" w:rsidRDefault="005552BC" w:rsidP="00106B69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ВАГОН</w:t>
            </w:r>
          </w:p>
        </w:tc>
        <w:tc>
          <w:tcPr>
            <w:tcW w:w="867" w:type="dxa"/>
            <w:shd w:val="clear" w:color="auto" w:fill="auto"/>
          </w:tcPr>
          <w:p w:rsidR="007C0FDE" w:rsidRPr="005552BC" w:rsidRDefault="005552BC" w:rsidP="00106B69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ru-RU"/>
              </w:rPr>
              <w:t>фывф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7C0FDE" w:rsidRPr="005552BC" w:rsidRDefault="005552BC" w:rsidP="00106B69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ru-RU"/>
              </w:rPr>
              <w:t>ыфвфы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7C0FDE" w:rsidRPr="005552BC" w:rsidRDefault="005552BC" w:rsidP="00106B69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ru-RU"/>
              </w:rPr>
              <w:t>фывф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7C0FDE" w:rsidRPr="00106B69" w:rsidRDefault="005552BC" w:rsidP="00106B69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ru-RU"/>
              </w:rPr>
              <w:t>фывфы</w:t>
            </w:r>
            <w:proofErr w:type="spellEnd"/>
            <w:r w:rsidR="007C0FDE" w:rsidRPr="00106B69">
              <w:rPr>
                <w:rFonts w:ascii="Times New Roman" w:hAnsi="Times New Roman"/>
                <w:sz w:val="18"/>
                <w:szCs w:val="18"/>
              </w:rPr>
              <w:t>, MT</w:t>
            </w:r>
          </w:p>
        </w:tc>
        <w:tc>
          <w:tcPr>
            <w:tcW w:w="936" w:type="dxa"/>
            <w:shd w:val="clear" w:color="auto" w:fill="auto"/>
          </w:tcPr>
          <w:p w:rsidR="007C0FDE" w:rsidRPr="005552BC" w:rsidRDefault="005552BC" w:rsidP="00106B69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ru-RU"/>
              </w:rPr>
              <w:t>фыв</w:t>
            </w:r>
            <w:proofErr w:type="spellEnd"/>
          </w:p>
        </w:tc>
        <w:tc>
          <w:tcPr>
            <w:tcW w:w="1385" w:type="dxa"/>
            <w:tcBorders>
              <w:right w:val="single" w:sz="4" w:space="0" w:color="auto"/>
            </w:tcBorders>
            <w:shd w:val="clear" w:color="auto" w:fill="auto"/>
          </w:tcPr>
          <w:p w:rsidR="007C0FDE" w:rsidRPr="005552BC" w:rsidRDefault="005552BC" w:rsidP="00106B69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ru-RU"/>
              </w:rPr>
              <w:t>фыв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,</w:t>
            </w:r>
          </w:p>
          <w:p w:rsidR="007C0FDE" w:rsidRPr="00106B69" w:rsidRDefault="007C0FDE" w:rsidP="00106B6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:rsidR="007C0FDE" w:rsidRPr="005552BC" w:rsidRDefault="005552BC" w:rsidP="00106B69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ru-RU"/>
              </w:rPr>
              <w:t>фывфыв</w:t>
            </w:r>
            <w:proofErr w:type="spellEnd"/>
          </w:p>
        </w:tc>
      </w:tr>
      <w:tr w:rsidR="007C0FDE" w:rsidTr="005552BC">
        <w:trPr>
          <w:trHeight w:val="306"/>
        </w:trPr>
        <w:tc>
          <w:tcPr>
            <w:tcW w:w="1084" w:type="dxa"/>
            <w:tcBorders>
              <w:bottom w:val="single" w:sz="4" w:space="0" w:color="auto"/>
            </w:tcBorders>
            <w:shd w:val="clear" w:color="auto" w:fill="auto"/>
          </w:tcPr>
          <w:p w:rsidR="005552BC" w:rsidRPr="005552BC" w:rsidRDefault="00D37BA2" w:rsidP="00106B69">
            <w:pPr>
              <w:rPr>
                <w:lang w:val="en-US"/>
              </w:rPr>
            </w:pPr>
            <w:r>
              <w:rPr>
                <w:lang w:val="en-US"/>
              </w:rPr>
              <w:t>123460</w:t>
            </w:r>
          </w:p>
        </w:tc>
        <w:tc>
          <w:tcPr>
            <w:tcW w:w="867" w:type="dxa"/>
            <w:tcBorders>
              <w:bottom w:val="single" w:sz="4" w:space="0" w:color="auto"/>
            </w:tcBorders>
            <w:shd w:val="clear" w:color="auto" w:fill="auto"/>
          </w:tcPr>
          <w:p w:rsidR="007C0FDE" w:rsidRPr="005552BC" w:rsidRDefault="00D37BA2" w:rsidP="0013506C">
            <w:pPr>
              <w:rPr>
                <w:lang w:val="en-US"/>
              </w:rPr>
            </w:pPr>
            <w:r>
              <w:rPr>
                <w:lang w:val="en-US"/>
              </w:rPr>
              <w:t>06.02.1990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7C0FDE" w:rsidRPr="00106B69" w:rsidRDefault="00D37BA2" w:rsidP="0013506C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Красный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7C0FDE" w:rsidRPr="00106B69" w:rsidRDefault="00D37BA2" w:rsidP="0013506C">
            <w:pPr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7C0FDE" w:rsidRPr="00106B69" w:rsidRDefault="00D37BA2" w:rsidP="0013506C">
            <w:pPr>
              <w:rPr>
                <w:lang w:val="en-US"/>
              </w:rPr>
            </w:pPr>
            <w:r>
              <w:rPr>
                <w:lang w:val="en-US"/>
              </w:rPr>
              <w:t>128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</w:tcPr>
          <w:p w:rsidR="007C0FDE" w:rsidRPr="00106B69" w:rsidRDefault="00D37BA2" w:rsidP="0013506C">
            <w:pPr>
              <w:rPr>
                <w:lang w:val="en-US"/>
              </w:rPr>
            </w:pPr>
            <w:r>
              <w:rPr>
                <w:lang w:val="en-US"/>
              </w:rPr>
              <w:t>206</w:t>
            </w:r>
          </w:p>
        </w:tc>
        <w:tc>
          <w:tcPr>
            <w:tcW w:w="138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FDE" w:rsidRPr="005552BC" w:rsidRDefault="00D37BA2" w:rsidP="0013506C">
            <w:pPr>
              <w:rPr>
                <w:lang w:val="en-US"/>
              </w:rPr>
            </w:pPr>
            <w:r>
              <w:rPr>
                <w:lang w:val="en-US"/>
              </w:rPr>
              <w:t>26368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0FDE" w:rsidRPr="00106B69" w:rsidRDefault="00D37BA2" w:rsidP="0013506C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Порт</w:t>
            </w:r>
            <w:proofErr w:type="spellEnd"/>
            <w:r>
              <w:rPr>
                <w:lang w:val="en-US"/>
              </w:rPr>
              <w:t xml:space="preserve"> 1</w:t>
            </w:r>
          </w:p>
        </w:tc>
      </w:tr>
      <w:tr w:rsidR="005552BC" w:rsidTr="005552BC">
        <w:trPr>
          <w:trHeight w:val="272"/>
        </w:trPr>
        <w:tc>
          <w:tcPr>
            <w:tcW w:w="1084" w:type="dxa"/>
            <w:tcBorders>
              <w:top w:val="single" w:sz="4" w:space="0" w:color="auto"/>
            </w:tcBorders>
            <w:shd w:val="clear" w:color="auto" w:fill="auto"/>
          </w:tcPr>
          <w:p w:rsidR="005552BC" w:rsidRPr="005552BC" w:rsidRDefault="00427803" w:rsidP="00106B69">
            <w:pPr>
              <w:rPr>
                <w:lang w:val="ru-RU"/>
              </w:rPr>
            </w:pPr>
            <w:r>
              <w:rPr>
                <w:lang w:val="en-US"/>
              </w:rPr>
              <w:t>123460</w:t>
            </w:r>
          </w:p>
        </w:tc>
        <w:tc>
          <w:tcPr>
            <w:tcW w:w="867" w:type="dxa"/>
            <w:tcBorders>
              <w:top w:val="single" w:sz="4" w:space="0" w:color="auto"/>
            </w:tcBorders>
            <w:shd w:val="clear" w:color="auto" w:fill="auto"/>
          </w:tcPr>
          <w:p w:rsidR="00427803" w:rsidRDefault="00427803" w:rsidP="00427803">
            <w:pPr>
              <w:rPr>
                <w:lang w:val="en-US"/>
              </w:rPr>
            </w:pPr>
            <w:r>
              <w:rPr>
                <w:lang w:val="en-US"/>
              </w:rPr>
              <w:t>05.02.1995</w:t>
            </w:r>
          </w:p>
          <w:p w:rsidR="005552BC" w:rsidRPr="007451D8" w:rsidRDefault="005552BC" w:rsidP="007451D8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5552BC" w:rsidRPr="005552BC" w:rsidRDefault="00427803" w:rsidP="00106B69">
            <w:pPr>
              <w:rPr>
                <w:lang w:val="ru-RU"/>
              </w:rPr>
            </w:pPr>
            <w:proofErr w:type="spellStart"/>
            <w:r>
              <w:rPr>
                <w:lang w:val="en-US"/>
              </w:rPr>
              <w:t>Малиновый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427803" w:rsidRDefault="00427803" w:rsidP="00427803">
            <w:pPr>
              <w:rPr>
                <w:lang w:val="en-US"/>
              </w:rPr>
            </w:pPr>
            <w:r>
              <w:rPr>
                <w:lang w:val="en-US"/>
              </w:rPr>
              <w:t>50</w:t>
            </w:r>
          </w:p>
          <w:p w:rsidR="005552BC" w:rsidRPr="005552BC" w:rsidRDefault="005552BC" w:rsidP="00B76BA3">
            <w:pPr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5552BC" w:rsidRPr="007451D8" w:rsidRDefault="00427803" w:rsidP="00B76BA3">
            <w:pPr>
              <w:rPr>
                <w:lang w:val="ru-RU"/>
              </w:rPr>
            </w:pPr>
            <w:r>
              <w:rPr>
                <w:lang w:val="en-US"/>
              </w:rPr>
              <w:t>127</w:t>
            </w:r>
          </w:p>
        </w:tc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</w:tcPr>
          <w:p w:rsidR="005552BC" w:rsidRPr="005552BC" w:rsidRDefault="00427803" w:rsidP="00B76BA3">
            <w:pPr>
              <w:rPr>
                <w:lang w:val="ru-RU"/>
              </w:rPr>
            </w:pPr>
            <w:r>
              <w:rPr>
                <w:lang w:val="en-US"/>
              </w:rPr>
              <w:t>205</w:t>
            </w:r>
          </w:p>
        </w:tc>
        <w:tc>
          <w:tcPr>
            <w:tcW w:w="138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5552BC" w:rsidRPr="007451D8" w:rsidRDefault="00427803" w:rsidP="00106B69">
            <w:pPr>
              <w:rPr>
                <w:b w:val="0"/>
                <w:sz w:val="16"/>
                <w:szCs w:val="16"/>
                <w:lang w:val="ru-RU"/>
              </w:rPr>
            </w:pPr>
            <w:r>
              <w:rPr>
                <w:lang w:val="en-US"/>
              </w:rPr>
              <w:t>26035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27803" w:rsidRDefault="00427803" w:rsidP="0042780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Порт</w:t>
            </w:r>
            <w:proofErr w:type="spellEnd"/>
            <w:r>
              <w:rPr>
                <w:lang w:val="en-US"/>
              </w:rPr>
              <w:t xml:space="preserve"> 1</w:t>
            </w:r>
          </w:p>
          <w:p w:rsidR="005552BC" w:rsidRPr="005552BC" w:rsidRDefault="005552BC" w:rsidP="00106B69">
            <w:pPr>
              <w:rPr>
                <w:lang w:val="ru-RU"/>
              </w:rPr>
            </w:pPr>
          </w:p>
        </w:tc>
      </w:tr>
      <w:tr w:rsidR="005552BC" w:rsidTr="00106B69">
        <w:tc>
          <w:tcPr>
            <w:tcW w:w="1084" w:type="dxa"/>
            <w:shd w:val="clear" w:color="auto" w:fill="auto"/>
          </w:tcPr>
          <w:p w:rsidR="005552BC" w:rsidRPr="00106B69" w:rsidRDefault="00427803" w:rsidP="00106B69">
            <w:pPr>
              <w:rPr>
                <w:lang w:val="en-US"/>
              </w:rPr>
            </w:pPr>
            <w:r>
              <w:rPr>
                <w:lang w:val="en-US"/>
              </w:rPr>
              <w:t>123460</w:t>
            </w:r>
          </w:p>
        </w:tc>
        <w:tc>
          <w:tcPr>
            <w:tcW w:w="867" w:type="dxa"/>
            <w:shd w:val="clear" w:color="auto" w:fill="auto"/>
          </w:tcPr>
          <w:p w:rsidR="005552BC" w:rsidRPr="00106B69" w:rsidRDefault="00427803" w:rsidP="00106B69">
            <w:pPr>
              <w:rPr>
                <w:lang w:val="en-US"/>
              </w:rPr>
            </w:pPr>
            <w:r>
              <w:rPr>
                <w:lang w:val="en-US"/>
              </w:rPr>
              <w:t>07.02.2010</w:t>
            </w:r>
          </w:p>
        </w:tc>
        <w:tc>
          <w:tcPr>
            <w:tcW w:w="1418" w:type="dxa"/>
            <w:shd w:val="clear" w:color="auto" w:fill="auto"/>
          </w:tcPr>
          <w:p w:rsidR="005552BC" w:rsidRPr="00106B69" w:rsidRDefault="00427803" w:rsidP="00106B69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Синий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5552BC" w:rsidRPr="00106B69" w:rsidRDefault="00427803" w:rsidP="00106B69">
            <w:pPr>
              <w:rPr>
                <w:lang w:val="en-US"/>
              </w:rPr>
            </w:pPr>
            <w:r>
              <w:rPr>
                <w:lang w:val="en-US"/>
              </w:rPr>
              <w:t>70</w:t>
            </w:r>
          </w:p>
        </w:tc>
        <w:tc>
          <w:tcPr>
            <w:tcW w:w="1134" w:type="dxa"/>
            <w:shd w:val="clear" w:color="auto" w:fill="auto"/>
          </w:tcPr>
          <w:p w:rsidR="005552BC" w:rsidRPr="007451D8" w:rsidRDefault="00427803" w:rsidP="00106B69">
            <w:pPr>
              <w:rPr>
                <w:b w:val="0"/>
                <w:sz w:val="16"/>
                <w:szCs w:val="16"/>
                <w:lang w:val="ru-RU"/>
              </w:rPr>
            </w:pPr>
            <w:r>
              <w:rPr>
                <w:lang w:val="en-US"/>
              </w:rPr>
              <w:t>129</w:t>
            </w:r>
          </w:p>
        </w:tc>
        <w:tc>
          <w:tcPr>
            <w:tcW w:w="936" w:type="dxa"/>
            <w:shd w:val="clear" w:color="auto" w:fill="auto"/>
          </w:tcPr>
          <w:p w:rsidR="005552BC" w:rsidRPr="005552BC" w:rsidRDefault="00427803" w:rsidP="00106B69">
            <w:pPr>
              <w:rPr>
                <w:lang w:val="ru-RU"/>
              </w:rPr>
            </w:pPr>
            <w:r>
              <w:rPr>
                <w:lang w:val="en-US"/>
              </w:rPr>
              <w:t>207</w:t>
            </w:r>
          </w:p>
        </w:tc>
        <w:tc>
          <w:tcPr>
            <w:tcW w:w="1385" w:type="dxa"/>
            <w:tcBorders>
              <w:right w:val="single" w:sz="4" w:space="0" w:color="auto"/>
            </w:tcBorders>
            <w:shd w:val="clear" w:color="auto" w:fill="auto"/>
          </w:tcPr>
          <w:p w:rsidR="005552BC" w:rsidRPr="007451D8" w:rsidRDefault="00427803" w:rsidP="00106B69">
            <w:pPr>
              <w:rPr>
                <w:lang w:val="ru-RU"/>
              </w:rPr>
            </w:pPr>
            <w:r>
              <w:rPr>
                <w:lang w:val="en-US"/>
              </w:rPr>
              <w:t>26703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:rsidR="005552BC" w:rsidRPr="005552BC" w:rsidRDefault="00427803" w:rsidP="00106B69">
            <w:pPr>
              <w:rPr>
                <w:lang w:val="ru-RU"/>
              </w:rPr>
            </w:pPr>
            <w:proofErr w:type="spellStart"/>
            <w:r>
              <w:rPr>
                <w:lang w:val="en-US"/>
              </w:rPr>
              <w:t>Порт</w:t>
            </w:r>
            <w:proofErr w:type="spellEnd"/>
            <w:r>
              <w:rPr>
                <w:lang w:val="en-US"/>
              </w:rPr>
              <w:t xml:space="preserve"> 2</w:t>
            </w:r>
          </w:p>
        </w:tc>
      </w:tr>
    </w:tbl>
    <w:p w:rsidR="002516BB" w:rsidRPr="00ED10FC" w:rsidRDefault="002516BB" w:rsidP="002516BB">
      <w:pPr>
        <w:rPr>
          <w:lang w:val="en-US"/>
        </w:rPr>
      </w:pPr>
    </w:p>
    <w:p w:rsidR="002516BB" w:rsidRDefault="002516BB" w:rsidP="00336CAC">
      <w:pPr>
        <w:tabs>
          <w:tab w:val="left" w:pos="5302"/>
        </w:tabs>
      </w:pPr>
    </w:p>
    <w:p w:rsidR="002516BB" w:rsidRPr="009F5015" w:rsidRDefault="002516BB" w:rsidP="002516BB">
      <w:pPr>
        <w:tabs>
          <w:tab w:val="right" w:pos="3402"/>
          <w:tab w:val="right" w:pos="5954"/>
          <w:tab w:val="right" w:pos="8789"/>
        </w:tabs>
        <w:rPr>
          <w:lang w:val="en-US"/>
        </w:rPr>
      </w:pPr>
      <w:r w:rsidRPr="005E0E82">
        <w:rPr>
          <w:b w:val="0"/>
          <w:lang w:val="en-US"/>
        </w:rPr>
        <w:t xml:space="preserve">                         </w:t>
      </w:r>
      <w:r w:rsidRPr="009F5015">
        <w:rPr>
          <w:b w:val="0"/>
          <w:lang w:val="en-US"/>
        </w:rPr>
        <w:tab/>
        <w:t xml:space="preserve"> </w:t>
      </w:r>
      <w:r w:rsidRPr="009F5015">
        <w:rPr>
          <w:lang w:val="en-US"/>
        </w:rPr>
        <w:t xml:space="preserve">                     </w:t>
      </w:r>
      <w:r w:rsidRPr="005E0E82">
        <w:rPr>
          <w:b w:val="0"/>
          <w:lang w:val="en-US"/>
        </w:rPr>
        <w:t xml:space="preserve">   </w:t>
      </w:r>
      <w:r w:rsidRPr="005E0E82">
        <w:rPr>
          <w:b w:val="0"/>
          <w:lang w:val="en-US"/>
        </w:rPr>
        <w:tab/>
        <w:t xml:space="preserve"> </w:t>
      </w:r>
    </w:p>
    <w:p w:rsidR="008928C2" w:rsidRPr="00164136" w:rsidRDefault="002516BB" w:rsidP="008928C2">
      <w:pPr>
        <w:tabs>
          <w:tab w:val="left" w:pos="2835"/>
        </w:tabs>
        <w:rPr>
          <w:lang w:val="ru-RU"/>
        </w:rPr>
      </w:pPr>
      <w:r w:rsidRPr="00164136">
        <w:rPr>
          <w:lang w:val="ru-RU"/>
        </w:rPr>
        <w:t xml:space="preserve">  </w:t>
      </w:r>
      <w:r w:rsidR="005E0E82" w:rsidRPr="00164136">
        <w:rPr>
          <w:lang w:val="ru-RU"/>
        </w:rPr>
        <w:t xml:space="preserve">   </w:t>
      </w:r>
      <w:proofErr w:type="spellStart"/>
      <w:r w:rsidR="005552BC">
        <w:rPr>
          <w:lang w:val="ru-RU"/>
        </w:rPr>
        <w:t>фывывфыв</w:t>
      </w:r>
      <w:proofErr w:type="spellEnd"/>
      <w:r w:rsidR="00D03FA8" w:rsidRPr="00164136">
        <w:rPr>
          <w:lang w:val="ru-RU"/>
        </w:rPr>
        <w:t xml:space="preserve"> </w:t>
      </w:r>
      <w:proofErr w:type="spellStart"/>
      <w:r w:rsidR="00D37BA2">
        <w:rPr>
          <w:lang w:val="en-US"/>
        </w:rPr>
        <w:t>Абхазия</w:t>
      </w:r>
      <w:proofErr w:type="spellEnd"/>
    </w:p>
    <w:p w:rsidR="002516BB" w:rsidRPr="005552BC" w:rsidRDefault="002516BB" w:rsidP="008928C2">
      <w:pPr>
        <w:tabs>
          <w:tab w:val="left" w:pos="2835"/>
        </w:tabs>
        <w:rPr>
          <w:lang w:val="ru-RU"/>
        </w:rPr>
      </w:pPr>
      <w:r w:rsidRPr="00164136">
        <w:rPr>
          <w:lang w:val="ru-RU"/>
        </w:rPr>
        <w:tab/>
      </w:r>
      <w:proofErr w:type="spellStart"/>
      <w:r w:rsidR="005552BC">
        <w:rPr>
          <w:lang w:val="ru-RU"/>
        </w:rPr>
        <w:t>фывфыв</w:t>
      </w:r>
      <w:proofErr w:type="spellEnd"/>
    </w:p>
    <w:p w:rsidR="002516BB" w:rsidRPr="005E0E82" w:rsidRDefault="002516BB" w:rsidP="002516BB">
      <w:pPr>
        <w:tabs>
          <w:tab w:val="left" w:pos="2835"/>
        </w:tabs>
        <w:ind w:left="360"/>
        <w:rPr>
          <w:lang w:val="en-US"/>
        </w:rPr>
      </w:pPr>
    </w:p>
    <w:p w:rsidR="002516BB" w:rsidRPr="005552BC" w:rsidRDefault="005552BC" w:rsidP="002516BB">
      <w:pPr>
        <w:tabs>
          <w:tab w:val="left" w:pos="2835"/>
        </w:tabs>
        <w:ind w:left="360"/>
        <w:rPr>
          <w:lang w:val="ru-RU"/>
        </w:rPr>
      </w:pPr>
      <w:proofErr w:type="spellStart"/>
      <w:r>
        <w:rPr>
          <w:lang w:val="ru-RU"/>
        </w:rPr>
        <w:t>фывфывфыв</w:t>
      </w:r>
      <w:proofErr w:type="spellEnd"/>
    </w:p>
    <w:p w:rsidR="002516BB" w:rsidRPr="005E0E82" w:rsidRDefault="002516BB" w:rsidP="002516BB">
      <w:pPr>
        <w:tabs>
          <w:tab w:val="left" w:pos="2835"/>
        </w:tabs>
        <w:ind w:left="360"/>
        <w:rPr>
          <w:lang w:val="en-US"/>
        </w:rPr>
      </w:pPr>
    </w:p>
    <w:p w:rsidR="002516BB" w:rsidRPr="005552BC" w:rsidRDefault="0054760D" w:rsidP="00312A00">
      <w:pPr>
        <w:ind w:firstLine="360"/>
        <w:rPr>
          <w:lang w:val="en-US"/>
        </w:rPr>
      </w:pPr>
      <w:r>
        <w:rPr>
          <w:lang w:val="en-US"/>
        </w:rPr>
        <w:t>D</w:t>
      </w:r>
      <w:proofErr w:type="spellStart"/>
      <w:r w:rsidR="005552BC">
        <w:rPr>
          <w:lang w:val="ru-RU"/>
        </w:rPr>
        <w:t>фывф</w:t>
      </w:r>
      <w:proofErr w:type="spellEnd"/>
      <w:r>
        <w:rPr>
          <w:lang w:val="en-US"/>
        </w:rPr>
        <w:tab/>
        <w:t xml:space="preserve">          </w:t>
      </w:r>
    </w:p>
    <w:p w:rsidR="00312A00" w:rsidRPr="005E0E82" w:rsidRDefault="00312A00" w:rsidP="00312A00">
      <w:pPr>
        <w:ind w:firstLine="360"/>
        <w:rPr>
          <w:b w:val="0"/>
          <w:lang w:val="en-US"/>
        </w:rPr>
      </w:pPr>
    </w:p>
    <w:p w:rsidR="002516BB" w:rsidRPr="00741C04" w:rsidRDefault="002516BB" w:rsidP="002516BB">
      <w:pPr>
        <w:tabs>
          <w:tab w:val="left" w:pos="1134"/>
          <w:tab w:val="left" w:pos="3686"/>
          <w:tab w:val="left" w:pos="3969"/>
          <w:tab w:val="left" w:pos="5387"/>
          <w:tab w:val="left" w:pos="7088"/>
        </w:tabs>
        <w:rPr>
          <w:b w:val="0"/>
          <w:lang w:val="en-US"/>
        </w:rPr>
      </w:pPr>
      <w:r>
        <w:rPr>
          <w:i/>
          <w:sz w:val="20"/>
          <w:szCs w:val="20"/>
          <w:lang w:val="en-US"/>
        </w:rPr>
        <w:t xml:space="preserve">    </w:t>
      </w:r>
    </w:p>
    <w:p w:rsidR="002516BB" w:rsidRPr="00741C04" w:rsidRDefault="002516BB" w:rsidP="002516BB">
      <w:pPr>
        <w:ind w:left="720"/>
        <w:rPr>
          <w:lang w:val="en-US"/>
        </w:rPr>
      </w:pPr>
    </w:p>
    <w:p w:rsidR="002516BB" w:rsidRPr="005552BC" w:rsidRDefault="005552BC" w:rsidP="002516BB">
      <w:pPr>
        <w:ind w:left="720"/>
        <w:rPr>
          <w:lang w:val="ru-RU"/>
        </w:rPr>
      </w:pPr>
      <w:proofErr w:type="spellStart"/>
      <w:r>
        <w:rPr>
          <w:lang w:val="ru-RU"/>
        </w:rPr>
        <w:t>фывфыв</w:t>
      </w:r>
      <w:proofErr w:type="spellEnd"/>
    </w:p>
    <w:p w:rsidR="002516BB" w:rsidRPr="00741C04" w:rsidRDefault="002516BB" w:rsidP="002516BB">
      <w:pPr>
        <w:rPr>
          <w:b w:val="0"/>
          <w:lang w:val="en-US"/>
        </w:rPr>
      </w:pPr>
    </w:p>
    <w:p w:rsidR="007C70FD" w:rsidRPr="00741C04" w:rsidRDefault="007C70FD" w:rsidP="00A50D57">
      <w:pPr>
        <w:rPr>
          <w:rFonts w:cs="Tahoma"/>
          <w:b w:val="0"/>
          <w:lang w:val="en-US"/>
        </w:rPr>
      </w:pPr>
    </w:p>
    <w:p w:rsidR="007C70FD" w:rsidRPr="00741C04" w:rsidRDefault="007C70FD" w:rsidP="00633BE6">
      <w:pPr>
        <w:rPr>
          <w:rFonts w:cs="Tahoma"/>
          <w:b w:val="0"/>
          <w:lang w:val="en-US"/>
        </w:rPr>
      </w:pPr>
    </w:p>
    <w:p w:rsidR="00F94727" w:rsidRPr="00741C04" w:rsidRDefault="00F94727" w:rsidP="00F94727">
      <w:pPr>
        <w:rPr>
          <w:rFonts w:cs="Tahoma"/>
          <w:b w:val="0"/>
          <w:lang w:val="en-US"/>
        </w:rPr>
      </w:pPr>
    </w:p>
    <w:p w:rsidR="007C70FD" w:rsidRPr="00741C04" w:rsidRDefault="007C70FD" w:rsidP="007C70FD">
      <w:pPr>
        <w:jc w:val="center"/>
        <w:rPr>
          <w:rFonts w:cs="Tahoma"/>
          <w:b w:val="0"/>
          <w:lang w:val="en-US"/>
        </w:rPr>
      </w:pPr>
    </w:p>
    <w:sectPr w:rsidR="007C70FD" w:rsidRPr="00741C04" w:rsidSect="00741C04">
      <w:headerReference w:type="default" r:id="rId8"/>
      <w:footerReference w:type="default" r:id="rId9"/>
      <w:pgSz w:w="11906" w:h="16838"/>
      <w:pgMar w:top="1418" w:right="579" w:bottom="1418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4244" w:rsidRDefault="00344244" w:rsidP="00CD054F">
      <w:r>
        <w:separator/>
      </w:r>
    </w:p>
  </w:endnote>
  <w:endnote w:type="continuationSeparator" w:id="0">
    <w:p w:rsidR="00344244" w:rsidRDefault="00344244" w:rsidP="00CD0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9EA" w:rsidRPr="007569D0" w:rsidRDefault="00313521" w:rsidP="005552BC">
    <w:pPr>
      <w:pStyle w:val="a6"/>
      <w:pBdr>
        <w:top w:val="single" w:sz="4" w:space="1" w:color="780000"/>
      </w:pBdr>
      <w:tabs>
        <w:tab w:val="right" w:pos="9071"/>
      </w:tabs>
      <w:rPr>
        <w:b w:val="0"/>
      </w:rPr>
    </w:pPr>
    <w:r>
      <w:rPr>
        <w:rFonts w:ascii="Cambria" w:hAnsi="Cambria"/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D80C861" wp14:editId="50942EE4">
              <wp:simplePos x="0" y="0"/>
              <wp:positionH relativeFrom="column">
                <wp:posOffset>716915</wp:posOffset>
              </wp:positionH>
              <wp:positionV relativeFrom="paragraph">
                <wp:posOffset>90805</wp:posOffset>
              </wp:positionV>
              <wp:extent cx="4337685" cy="563245"/>
              <wp:effectExtent l="2540" t="0" r="3175" b="317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37685" cy="5632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039EA" w:rsidRPr="00FE06AE" w:rsidRDefault="008039EA" w:rsidP="0017561F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6.45pt;margin-top:7.15pt;width:341.55pt;height:4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" stroked="f">
              <v:textbox>
                <w:txbxContent>
                  <w:p w:rsidR="008039EA" w:rsidRPr="00FE06AE" w:rsidRDefault="008039EA" w:rsidP="0017561F">
                    <w:pPr>
                      <w:jc w:val="center"/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 w:rsidR="008039EA" w:rsidRPr="0020366F">
      <w:rPr>
        <w:rFonts w:ascii="Cambria" w:hAnsi="Cambria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4244" w:rsidRDefault="00344244" w:rsidP="00CD054F">
      <w:r>
        <w:separator/>
      </w:r>
    </w:p>
  </w:footnote>
  <w:footnote w:type="continuationSeparator" w:id="0">
    <w:p w:rsidR="00344244" w:rsidRDefault="00344244" w:rsidP="00CD05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9EA" w:rsidRPr="00CD054F" w:rsidRDefault="008039EA" w:rsidP="00570CC7">
    <w:pPr>
      <w:tabs>
        <w:tab w:val="left" w:pos="2410"/>
      </w:tabs>
      <w:rPr>
        <w:b w:val="0"/>
        <w:sz w:val="28"/>
        <w:szCs w:val="28"/>
      </w:rPr>
    </w:pPr>
    <w:r>
      <w:rPr>
        <w:b w:val="0"/>
        <w:sz w:val="28"/>
        <w:szCs w:val="28"/>
      </w:rPr>
      <w:t xml:space="preserve">                 </w:t>
    </w:r>
  </w:p>
  <w:p w:rsidR="008039EA" w:rsidRDefault="008039EA" w:rsidP="003D278E">
    <w:pPr>
      <w:jc w:val="center"/>
      <w:rPr>
        <w:rFonts w:cs="Tahoma"/>
        <w:sz w:val="22"/>
        <w:szCs w:val="22"/>
      </w:rPr>
    </w:pPr>
    <w:r>
      <w:rPr>
        <w:rFonts w:cs="Tahoma"/>
        <w:sz w:val="22"/>
        <w:szCs w:val="22"/>
      </w:rPr>
      <w:t xml:space="preserve">    </w:t>
    </w:r>
  </w:p>
  <w:p w:rsidR="008039EA" w:rsidRDefault="008039EA" w:rsidP="003D278E">
    <w:pPr>
      <w:jc w:val="center"/>
      <w:rPr>
        <w:rFonts w:cs="Tahoma"/>
        <w:sz w:val="18"/>
        <w:szCs w:val="18"/>
      </w:rPr>
    </w:pPr>
  </w:p>
  <w:p w:rsidR="008039EA" w:rsidRPr="0035704B" w:rsidRDefault="008039EA" w:rsidP="00602D23">
    <w:pPr>
      <w:tabs>
        <w:tab w:val="left" w:pos="301"/>
        <w:tab w:val="left" w:pos="5245"/>
      </w:tabs>
      <w:ind w:right="-994"/>
      <w:rPr>
        <w:rFonts w:cs="Tahoma"/>
        <w:color w:val="780000"/>
        <w:sz w:val="18"/>
        <w:szCs w:val="18"/>
      </w:rPr>
    </w:pPr>
    <w:r>
      <w:rPr>
        <w:rFonts w:cs="Tahoma"/>
        <w:sz w:val="18"/>
        <w:szCs w:val="18"/>
      </w:rPr>
      <w:tab/>
    </w:r>
  </w:p>
  <w:p w:rsidR="008039EA" w:rsidRPr="0035704B" w:rsidRDefault="008039EA" w:rsidP="0035704B">
    <w:pPr>
      <w:tabs>
        <w:tab w:val="left" w:pos="5245"/>
      </w:tabs>
      <w:ind w:right="-994"/>
      <w:rPr>
        <w:rFonts w:ascii="Arial" w:hAnsi="Arial" w:cs="Arial"/>
        <w:color w:val="780000"/>
        <w:spacing w:val="20"/>
        <w:w w:val="150"/>
        <w:sz w:val="20"/>
        <w:szCs w:val="20"/>
      </w:rPr>
    </w:pPr>
    <w:r w:rsidRPr="0035704B">
      <w:rPr>
        <w:rFonts w:cs="Tahoma"/>
        <w:color w:val="780000"/>
        <w:sz w:val="18"/>
        <w:szCs w:val="18"/>
      </w:rPr>
      <w:tab/>
    </w:r>
    <w:r w:rsidRPr="0035704B">
      <w:rPr>
        <w:rFonts w:cs="Tahoma"/>
        <w:color w:val="780000"/>
        <w:sz w:val="18"/>
        <w:szCs w:val="18"/>
      </w:rPr>
      <w:tab/>
    </w:r>
    <w:r w:rsidRPr="0035704B">
      <w:rPr>
        <w:rFonts w:cs="Tahoma"/>
        <w:color w:val="780000"/>
        <w:sz w:val="18"/>
        <w:szCs w:val="18"/>
      </w:rPr>
      <w:tab/>
    </w:r>
    <w:r w:rsidRPr="0035704B">
      <w:rPr>
        <w:rFonts w:cs="Tahoma"/>
        <w:color w:val="780000"/>
        <w:sz w:val="18"/>
        <w:szCs w:val="18"/>
      </w:rPr>
      <w:tab/>
    </w:r>
  </w:p>
  <w:p w:rsidR="008039EA" w:rsidRDefault="008039EA" w:rsidP="00B6721B">
    <w:pPr>
      <w:tabs>
        <w:tab w:val="left" w:pos="2552"/>
        <w:tab w:val="left" w:pos="5387"/>
      </w:tabs>
    </w:pPr>
    <w:r>
      <w:tab/>
    </w:r>
    <w:r>
      <w:tab/>
    </w:r>
    <w:r>
      <w:tab/>
    </w:r>
    <w:r>
      <w:tab/>
    </w:r>
    <w:r>
      <w:tab/>
    </w:r>
  </w:p>
  <w:p w:rsidR="008039EA" w:rsidRDefault="008039E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4400F"/>
    <w:multiLevelType w:val="hybridMultilevel"/>
    <w:tmpl w:val="9BB29C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875AD4"/>
    <w:multiLevelType w:val="hybridMultilevel"/>
    <w:tmpl w:val="90AA38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936031"/>
    <w:multiLevelType w:val="hybridMultilevel"/>
    <w:tmpl w:val="2FF8BA36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2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24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BA2"/>
    <w:rsid w:val="00000F3F"/>
    <w:rsid w:val="00002F5D"/>
    <w:rsid w:val="00003E50"/>
    <w:rsid w:val="00003E55"/>
    <w:rsid w:val="00006194"/>
    <w:rsid w:val="00006B46"/>
    <w:rsid w:val="00010940"/>
    <w:rsid w:val="00010BF2"/>
    <w:rsid w:val="00014055"/>
    <w:rsid w:val="0002168C"/>
    <w:rsid w:val="000237E6"/>
    <w:rsid w:val="000245D9"/>
    <w:rsid w:val="0002493F"/>
    <w:rsid w:val="00025A02"/>
    <w:rsid w:val="00025BDD"/>
    <w:rsid w:val="000262C8"/>
    <w:rsid w:val="00032D92"/>
    <w:rsid w:val="00033D72"/>
    <w:rsid w:val="000342B1"/>
    <w:rsid w:val="000346FE"/>
    <w:rsid w:val="000379A9"/>
    <w:rsid w:val="00041D19"/>
    <w:rsid w:val="00041D5F"/>
    <w:rsid w:val="00043E09"/>
    <w:rsid w:val="000466C8"/>
    <w:rsid w:val="00047CCA"/>
    <w:rsid w:val="00050ECF"/>
    <w:rsid w:val="000523A3"/>
    <w:rsid w:val="000532CE"/>
    <w:rsid w:val="000538E2"/>
    <w:rsid w:val="000558F0"/>
    <w:rsid w:val="0005621A"/>
    <w:rsid w:val="00056F49"/>
    <w:rsid w:val="00056FAF"/>
    <w:rsid w:val="000621FD"/>
    <w:rsid w:val="00063F19"/>
    <w:rsid w:val="00067CCE"/>
    <w:rsid w:val="0007249D"/>
    <w:rsid w:val="00072546"/>
    <w:rsid w:val="00073178"/>
    <w:rsid w:val="00073313"/>
    <w:rsid w:val="00073524"/>
    <w:rsid w:val="000746FE"/>
    <w:rsid w:val="00075393"/>
    <w:rsid w:val="000754C4"/>
    <w:rsid w:val="00075CE8"/>
    <w:rsid w:val="00076072"/>
    <w:rsid w:val="00076E57"/>
    <w:rsid w:val="000807B6"/>
    <w:rsid w:val="000810B8"/>
    <w:rsid w:val="00084A75"/>
    <w:rsid w:val="00084E9A"/>
    <w:rsid w:val="00087457"/>
    <w:rsid w:val="00092C60"/>
    <w:rsid w:val="00094B25"/>
    <w:rsid w:val="000966D1"/>
    <w:rsid w:val="00096C69"/>
    <w:rsid w:val="000A4A07"/>
    <w:rsid w:val="000A53EE"/>
    <w:rsid w:val="000A7A92"/>
    <w:rsid w:val="000B048B"/>
    <w:rsid w:val="000B07BE"/>
    <w:rsid w:val="000B1ECB"/>
    <w:rsid w:val="000B22EA"/>
    <w:rsid w:val="000B25D8"/>
    <w:rsid w:val="000B2AF6"/>
    <w:rsid w:val="000B3621"/>
    <w:rsid w:val="000B4A6A"/>
    <w:rsid w:val="000B4B0D"/>
    <w:rsid w:val="000B50DD"/>
    <w:rsid w:val="000B5DD1"/>
    <w:rsid w:val="000B66CD"/>
    <w:rsid w:val="000C1892"/>
    <w:rsid w:val="000C4E87"/>
    <w:rsid w:val="000C5ABF"/>
    <w:rsid w:val="000C5F42"/>
    <w:rsid w:val="000C63F7"/>
    <w:rsid w:val="000D27F2"/>
    <w:rsid w:val="000D55A7"/>
    <w:rsid w:val="000E1D6D"/>
    <w:rsid w:val="000E35CC"/>
    <w:rsid w:val="000E4E40"/>
    <w:rsid w:val="000E633C"/>
    <w:rsid w:val="000E6666"/>
    <w:rsid w:val="000E6901"/>
    <w:rsid w:val="000E780D"/>
    <w:rsid w:val="000E7E75"/>
    <w:rsid w:val="000F03D4"/>
    <w:rsid w:val="000F054F"/>
    <w:rsid w:val="000F05C9"/>
    <w:rsid w:val="000F303B"/>
    <w:rsid w:val="000F3BF6"/>
    <w:rsid w:val="000F4048"/>
    <w:rsid w:val="000F4A42"/>
    <w:rsid w:val="000F4C91"/>
    <w:rsid w:val="000F5D8F"/>
    <w:rsid w:val="000F69EE"/>
    <w:rsid w:val="000F78F3"/>
    <w:rsid w:val="00100023"/>
    <w:rsid w:val="001002E4"/>
    <w:rsid w:val="00100C7D"/>
    <w:rsid w:val="00101C90"/>
    <w:rsid w:val="00102058"/>
    <w:rsid w:val="00104D52"/>
    <w:rsid w:val="00104DEF"/>
    <w:rsid w:val="00106B69"/>
    <w:rsid w:val="00106EEE"/>
    <w:rsid w:val="0011095A"/>
    <w:rsid w:val="001115CB"/>
    <w:rsid w:val="001141DE"/>
    <w:rsid w:val="00114529"/>
    <w:rsid w:val="00114698"/>
    <w:rsid w:val="00114926"/>
    <w:rsid w:val="0011528A"/>
    <w:rsid w:val="00115BAB"/>
    <w:rsid w:val="00116321"/>
    <w:rsid w:val="001215ED"/>
    <w:rsid w:val="001230BF"/>
    <w:rsid w:val="00124168"/>
    <w:rsid w:val="0013506C"/>
    <w:rsid w:val="00135D0B"/>
    <w:rsid w:val="0014053A"/>
    <w:rsid w:val="001416DB"/>
    <w:rsid w:val="0014285E"/>
    <w:rsid w:val="001431F1"/>
    <w:rsid w:val="00145368"/>
    <w:rsid w:val="001458E5"/>
    <w:rsid w:val="00150947"/>
    <w:rsid w:val="00151B95"/>
    <w:rsid w:val="00151DB6"/>
    <w:rsid w:val="001533E5"/>
    <w:rsid w:val="001537BF"/>
    <w:rsid w:val="00154311"/>
    <w:rsid w:val="001553E3"/>
    <w:rsid w:val="00155869"/>
    <w:rsid w:val="00156E18"/>
    <w:rsid w:val="00156F52"/>
    <w:rsid w:val="001571F5"/>
    <w:rsid w:val="00161720"/>
    <w:rsid w:val="001620E7"/>
    <w:rsid w:val="00162FED"/>
    <w:rsid w:val="00164136"/>
    <w:rsid w:val="00170B18"/>
    <w:rsid w:val="001712C1"/>
    <w:rsid w:val="00171C62"/>
    <w:rsid w:val="0017213E"/>
    <w:rsid w:val="001729CB"/>
    <w:rsid w:val="0017440A"/>
    <w:rsid w:val="0017561F"/>
    <w:rsid w:val="0017617C"/>
    <w:rsid w:val="00176C04"/>
    <w:rsid w:val="001800D2"/>
    <w:rsid w:val="00180C37"/>
    <w:rsid w:val="00182862"/>
    <w:rsid w:val="00186904"/>
    <w:rsid w:val="00187013"/>
    <w:rsid w:val="0019197D"/>
    <w:rsid w:val="00192855"/>
    <w:rsid w:val="00195352"/>
    <w:rsid w:val="00196E91"/>
    <w:rsid w:val="001A099C"/>
    <w:rsid w:val="001A09A7"/>
    <w:rsid w:val="001A12DB"/>
    <w:rsid w:val="001A5147"/>
    <w:rsid w:val="001A6246"/>
    <w:rsid w:val="001A6573"/>
    <w:rsid w:val="001B1DD7"/>
    <w:rsid w:val="001B30BD"/>
    <w:rsid w:val="001B3659"/>
    <w:rsid w:val="001B5718"/>
    <w:rsid w:val="001B6363"/>
    <w:rsid w:val="001B747C"/>
    <w:rsid w:val="001C247F"/>
    <w:rsid w:val="001C5319"/>
    <w:rsid w:val="001C55BE"/>
    <w:rsid w:val="001C6B71"/>
    <w:rsid w:val="001C7115"/>
    <w:rsid w:val="001C7850"/>
    <w:rsid w:val="001C7B11"/>
    <w:rsid w:val="001D014D"/>
    <w:rsid w:val="001D018F"/>
    <w:rsid w:val="001D0DA9"/>
    <w:rsid w:val="001D1443"/>
    <w:rsid w:val="001D1D02"/>
    <w:rsid w:val="001D29D6"/>
    <w:rsid w:val="001D3236"/>
    <w:rsid w:val="001D3505"/>
    <w:rsid w:val="001D711C"/>
    <w:rsid w:val="001E015D"/>
    <w:rsid w:val="001E12BD"/>
    <w:rsid w:val="001E1C46"/>
    <w:rsid w:val="001E23AD"/>
    <w:rsid w:val="001E3953"/>
    <w:rsid w:val="001E4311"/>
    <w:rsid w:val="001F0A9F"/>
    <w:rsid w:val="001F0B04"/>
    <w:rsid w:val="001F22BF"/>
    <w:rsid w:val="001F4693"/>
    <w:rsid w:val="001F6113"/>
    <w:rsid w:val="001F6595"/>
    <w:rsid w:val="001F725A"/>
    <w:rsid w:val="00200976"/>
    <w:rsid w:val="00201F4F"/>
    <w:rsid w:val="002026DD"/>
    <w:rsid w:val="0020366F"/>
    <w:rsid w:val="002036CB"/>
    <w:rsid w:val="002043C4"/>
    <w:rsid w:val="00204F38"/>
    <w:rsid w:val="00205F6E"/>
    <w:rsid w:val="0020781E"/>
    <w:rsid w:val="0021007C"/>
    <w:rsid w:val="0021011D"/>
    <w:rsid w:val="002108FE"/>
    <w:rsid w:val="00210D4A"/>
    <w:rsid w:val="00212486"/>
    <w:rsid w:val="00213059"/>
    <w:rsid w:val="0021449D"/>
    <w:rsid w:val="002205F9"/>
    <w:rsid w:val="00220E16"/>
    <w:rsid w:val="002246D8"/>
    <w:rsid w:val="00224A2A"/>
    <w:rsid w:val="00227BE8"/>
    <w:rsid w:val="00230D89"/>
    <w:rsid w:val="0023251C"/>
    <w:rsid w:val="00232864"/>
    <w:rsid w:val="00232BEF"/>
    <w:rsid w:val="00233EBB"/>
    <w:rsid w:val="002340A3"/>
    <w:rsid w:val="00234CF5"/>
    <w:rsid w:val="002358C0"/>
    <w:rsid w:val="00235F13"/>
    <w:rsid w:val="00236A1E"/>
    <w:rsid w:val="0023723D"/>
    <w:rsid w:val="00237B07"/>
    <w:rsid w:val="00240AB7"/>
    <w:rsid w:val="00240CB7"/>
    <w:rsid w:val="0024208D"/>
    <w:rsid w:val="00242644"/>
    <w:rsid w:val="002434E1"/>
    <w:rsid w:val="00245E12"/>
    <w:rsid w:val="002466BA"/>
    <w:rsid w:val="0024672E"/>
    <w:rsid w:val="0024731D"/>
    <w:rsid w:val="00250731"/>
    <w:rsid w:val="002516BB"/>
    <w:rsid w:val="00251770"/>
    <w:rsid w:val="00253E3E"/>
    <w:rsid w:val="00256FD9"/>
    <w:rsid w:val="0026021F"/>
    <w:rsid w:val="00260915"/>
    <w:rsid w:val="00261471"/>
    <w:rsid w:val="00263246"/>
    <w:rsid w:val="00263709"/>
    <w:rsid w:val="002639D7"/>
    <w:rsid w:val="002640BC"/>
    <w:rsid w:val="0026547B"/>
    <w:rsid w:val="0026667B"/>
    <w:rsid w:val="002702A0"/>
    <w:rsid w:val="002708A5"/>
    <w:rsid w:val="00272A5A"/>
    <w:rsid w:val="002745CA"/>
    <w:rsid w:val="002746F9"/>
    <w:rsid w:val="00275321"/>
    <w:rsid w:val="0027532A"/>
    <w:rsid w:val="0028071A"/>
    <w:rsid w:val="00280D4C"/>
    <w:rsid w:val="002814CC"/>
    <w:rsid w:val="0028212B"/>
    <w:rsid w:val="002825E9"/>
    <w:rsid w:val="002829E3"/>
    <w:rsid w:val="002850A0"/>
    <w:rsid w:val="00285776"/>
    <w:rsid w:val="00285BBB"/>
    <w:rsid w:val="0028645F"/>
    <w:rsid w:val="00286BB5"/>
    <w:rsid w:val="00286D61"/>
    <w:rsid w:val="00291750"/>
    <w:rsid w:val="00291CEF"/>
    <w:rsid w:val="00292224"/>
    <w:rsid w:val="00292B5F"/>
    <w:rsid w:val="00292CAC"/>
    <w:rsid w:val="00293150"/>
    <w:rsid w:val="00293907"/>
    <w:rsid w:val="0029468C"/>
    <w:rsid w:val="0029482D"/>
    <w:rsid w:val="00294980"/>
    <w:rsid w:val="00296580"/>
    <w:rsid w:val="0029776D"/>
    <w:rsid w:val="002A1234"/>
    <w:rsid w:val="002A2967"/>
    <w:rsid w:val="002A2E19"/>
    <w:rsid w:val="002A48DC"/>
    <w:rsid w:val="002A5040"/>
    <w:rsid w:val="002A5193"/>
    <w:rsid w:val="002A5385"/>
    <w:rsid w:val="002A61F5"/>
    <w:rsid w:val="002A65BD"/>
    <w:rsid w:val="002A7F36"/>
    <w:rsid w:val="002B010C"/>
    <w:rsid w:val="002B39AD"/>
    <w:rsid w:val="002B3AD6"/>
    <w:rsid w:val="002B5E50"/>
    <w:rsid w:val="002B6AEB"/>
    <w:rsid w:val="002C25D4"/>
    <w:rsid w:val="002C6A58"/>
    <w:rsid w:val="002C6EB3"/>
    <w:rsid w:val="002C75FD"/>
    <w:rsid w:val="002D051A"/>
    <w:rsid w:val="002D23E2"/>
    <w:rsid w:val="002D302E"/>
    <w:rsid w:val="002D3894"/>
    <w:rsid w:val="002D3B2A"/>
    <w:rsid w:val="002D3BFD"/>
    <w:rsid w:val="002D3F24"/>
    <w:rsid w:val="002D3FBD"/>
    <w:rsid w:val="002D5632"/>
    <w:rsid w:val="002D60CD"/>
    <w:rsid w:val="002D7394"/>
    <w:rsid w:val="002D7689"/>
    <w:rsid w:val="002D7F5E"/>
    <w:rsid w:val="002E04D4"/>
    <w:rsid w:val="002E0783"/>
    <w:rsid w:val="002E1406"/>
    <w:rsid w:val="002E2078"/>
    <w:rsid w:val="002E5571"/>
    <w:rsid w:val="002E67E1"/>
    <w:rsid w:val="002F1D15"/>
    <w:rsid w:val="002F36A2"/>
    <w:rsid w:val="002F5872"/>
    <w:rsid w:val="0030118E"/>
    <w:rsid w:val="003037CC"/>
    <w:rsid w:val="00303E4F"/>
    <w:rsid w:val="00305D6C"/>
    <w:rsid w:val="00306392"/>
    <w:rsid w:val="0030704B"/>
    <w:rsid w:val="00310F41"/>
    <w:rsid w:val="003114BC"/>
    <w:rsid w:val="00312A00"/>
    <w:rsid w:val="00313241"/>
    <w:rsid w:val="00313521"/>
    <w:rsid w:val="003137E2"/>
    <w:rsid w:val="00316760"/>
    <w:rsid w:val="0031749F"/>
    <w:rsid w:val="00317662"/>
    <w:rsid w:val="0032016A"/>
    <w:rsid w:val="00320282"/>
    <w:rsid w:val="003204E2"/>
    <w:rsid w:val="0032202A"/>
    <w:rsid w:val="00322EBF"/>
    <w:rsid w:val="003236EA"/>
    <w:rsid w:val="00324C41"/>
    <w:rsid w:val="003250DF"/>
    <w:rsid w:val="003261DB"/>
    <w:rsid w:val="00326D1C"/>
    <w:rsid w:val="003271B3"/>
    <w:rsid w:val="003309B5"/>
    <w:rsid w:val="00330A04"/>
    <w:rsid w:val="00330C35"/>
    <w:rsid w:val="0033217A"/>
    <w:rsid w:val="003342D1"/>
    <w:rsid w:val="003345CD"/>
    <w:rsid w:val="00336CAC"/>
    <w:rsid w:val="00336D6E"/>
    <w:rsid w:val="003409F3"/>
    <w:rsid w:val="00341114"/>
    <w:rsid w:val="00341B74"/>
    <w:rsid w:val="00342574"/>
    <w:rsid w:val="003437F8"/>
    <w:rsid w:val="00344244"/>
    <w:rsid w:val="00344626"/>
    <w:rsid w:val="00344986"/>
    <w:rsid w:val="003451F7"/>
    <w:rsid w:val="00346A0A"/>
    <w:rsid w:val="003502B5"/>
    <w:rsid w:val="00352066"/>
    <w:rsid w:val="00353B01"/>
    <w:rsid w:val="003560A5"/>
    <w:rsid w:val="0035704B"/>
    <w:rsid w:val="00357AEB"/>
    <w:rsid w:val="003602BD"/>
    <w:rsid w:val="00361204"/>
    <w:rsid w:val="00361521"/>
    <w:rsid w:val="0036512A"/>
    <w:rsid w:val="003656CA"/>
    <w:rsid w:val="00365EBC"/>
    <w:rsid w:val="0036616A"/>
    <w:rsid w:val="00367DA4"/>
    <w:rsid w:val="00370E91"/>
    <w:rsid w:val="0037236F"/>
    <w:rsid w:val="00372BBE"/>
    <w:rsid w:val="0037303C"/>
    <w:rsid w:val="00373866"/>
    <w:rsid w:val="00376277"/>
    <w:rsid w:val="00377DD1"/>
    <w:rsid w:val="003809B0"/>
    <w:rsid w:val="00380D97"/>
    <w:rsid w:val="00383AAB"/>
    <w:rsid w:val="00385347"/>
    <w:rsid w:val="003857A7"/>
    <w:rsid w:val="00385C86"/>
    <w:rsid w:val="00386B7B"/>
    <w:rsid w:val="0039051F"/>
    <w:rsid w:val="0039147C"/>
    <w:rsid w:val="003932EC"/>
    <w:rsid w:val="003941E3"/>
    <w:rsid w:val="00395A90"/>
    <w:rsid w:val="003A1E8F"/>
    <w:rsid w:val="003A647B"/>
    <w:rsid w:val="003A71DA"/>
    <w:rsid w:val="003B2919"/>
    <w:rsid w:val="003B3A86"/>
    <w:rsid w:val="003B471A"/>
    <w:rsid w:val="003B4736"/>
    <w:rsid w:val="003B6E28"/>
    <w:rsid w:val="003B7330"/>
    <w:rsid w:val="003B7BFD"/>
    <w:rsid w:val="003C1926"/>
    <w:rsid w:val="003C479D"/>
    <w:rsid w:val="003C51B2"/>
    <w:rsid w:val="003C6825"/>
    <w:rsid w:val="003C7194"/>
    <w:rsid w:val="003D0439"/>
    <w:rsid w:val="003D08E9"/>
    <w:rsid w:val="003D11ED"/>
    <w:rsid w:val="003D1267"/>
    <w:rsid w:val="003D1B02"/>
    <w:rsid w:val="003D22C7"/>
    <w:rsid w:val="003D278E"/>
    <w:rsid w:val="003D31E3"/>
    <w:rsid w:val="003D3464"/>
    <w:rsid w:val="003D4A8A"/>
    <w:rsid w:val="003D6C8A"/>
    <w:rsid w:val="003E2411"/>
    <w:rsid w:val="003E3360"/>
    <w:rsid w:val="003E35B3"/>
    <w:rsid w:val="003E5548"/>
    <w:rsid w:val="003E60B7"/>
    <w:rsid w:val="003E7274"/>
    <w:rsid w:val="003E796C"/>
    <w:rsid w:val="003E7AA4"/>
    <w:rsid w:val="003E7D29"/>
    <w:rsid w:val="003F013F"/>
    <w:rsid w:val="003F31D7"/>
    <w:rsid w:val="003F3920"/>
    <w:rsid w:val="003F409A"/>
    <w:rsid w:val="003F539B"/>
    <w:rsid w:val="003F5BF3"/>
    <w:rsid w:val="003F6289"/>
    <w:rsid w:val="003F6F66"/>
    <w:rsid w:val="003F7494"/>
    <w:rsid w:val="004012A4"/>
    <w:rsid w:val="004016F6"/>
    <w:rsid w:val="00401B3C"/>
    <w:rsid w:val="00402193"/>
    <w:rsid w:val="004028BC"/>
    <w:rsid w:val="00403462"/>
    <w:rsid w:val="00405BAC"/>
    <w:rsid w:val="00405C23"/>
    <w:rsid w:val="0040663D"/>
    <w:rsid w:val="00406F93"/>
    <w:rsid w:val="00407553"/>
    <w:rsid w:val="004076C3"/>
    <w:rsid w:val="00407ECC"/>
    <w:rsid w:val="00410454"/>
    <w:rsid w:val="00415CA1"/>
    <w:rsid w:val="00420925"/>
    <w:rsid w:val="00420CDE"/>
    <w:rsid w:val="0042432C"/>
    <w:rsid w:val="00427803"/>
    <w:rsid w:val="00427B06"/>
    <w:rsid w:val="00430FAF"/>
    <w:rsid w:val="00431788"/>
    <w:rsid w:val="0043232C"/>
    <w:rsid w:val="004326FF"/>
    <w:rsid w:val="00433119"/>
    <w:rsid w:val="0043335F"/>
    <w:rsid w:val="004336F5"/>
    <w:rsid w:val="004368B1"/>
    <w:rsid w:val="004406EF"/>
    <w:rsid w:val="00441E09"/>
    <w:rsid w:val="00442DA8"/>
    <w:rsid w:val="00442E70"/>
    <w:rsid w:val="0044333A"/>
    <w:rsid w:val="0044361C"/>
    <w:rsid w:val="00443A14"/>
    <w:rsid w:val="0044763B"/>
    <w:rsid w:val="0045074A"/>
    <w:rsid w:val="0045092D"/>
    <w:rsid w:val="00451D95"/>
    <w:rsid w:val="00452256"/>
    <w:rsid w:val="00453E12"/>
    <w:rsid w:val="004577D8"/>
    <w:rsid w:val="00457B02"/>
    <w:rsid w:val="00460524"/>
    <w:rsid w:val="00461FCB"/>
    <w:rsid w:val="0046256D"/>
    <w:rsid w:val="00463354"/>
    <w:rsid w:val="00463AB1"/>
    <w:rsid w:val="00464DC5"/>
    <w:rsid w:val="004669E3"/>
    <w:rsid w:val="00467943"/>
    <w:rsid w:val="00470AAF"/>
    <w:rsid w:val="00471D97"/>
    <w:rsid w:val="00472C22"/>
    <w:rsid w:val="004732C9"/>
    <w:rsid w:val="004732F0"/>
    <w:rsid w:val="00473720"/>
    <w:rsid w:val="004738E5"/>
    <w:rsid w:val="00473DB3"/>
    <w:rsid w:val="00474779"/>
    <w:rsid w:val="00475E07"/>
    <w:rsid w:val="00476BE2"/>
    <w:rsid w:val="00477765"/>
    <w:rsid w:val="00477CD2"/>
    <w:rsid w:val="004802BA"/>
    <w:rsid w:val="00481F2A"/>
    <w:rsid w:val="00482039"/>
    <w:rsid w:val="00483C9C"/>
    <w:rsid w:val="004877CF"/>
    <w:rsid w:val="00490379"/>
    <w:rsid w:val="004941E9"/>
    <w:rsid w:val="00494AF9"/>
    <w:rsid w:val="00495349"/>
    <w:rsid w:val="00496E50"/>
    <w:rsid w:val="004971BA"/>
    <w:rsid w:val="004A3134"/>
    <w:rsid w:val="004B024B"/>
    <w:rsid w:val="004B1336"/>
    <w:rsid w:val="004B2DCD"/>
    <w:rsid w:val="004B30CD"/>
    <w:rsid w:val="004B31F5"/>
    <w:rsid w:val="004B73F6"/>
    <w:rsid w:val="004B7761"/>
    <w:rsid w:val="004B7FFC"/>
    <w:rsid w:val="004C0514"/>
    <w:rsid w:val="004C1EB6"/>
    <w:rsid w:val="004C4457"/>
    <w:rsid w:val="004C5DA3"/>
    <w:rsid w:val="004C64C4"/>
    <w:rsid w:val="004C7447"/>
    <w:rsid w:val="004C7694"/>
    <w:rsid w:val="004D1497"/>
    <w:rsid w:val="004D20C6"/>
    <w:rsid w:val="004D3C90"/>
    <w:rsid w:val="004D47F4"/>
    <w:rsid w:val="004D528C"/>
    <w:rsid w:val="004D5A17"/>
    <w:rsid w:val="004D5A4D"/>
    <w:rsid w:val="004E1F0F"/>
    <w:rsid w:val="004E2422"/>
    <w:rsid w:val="004E32A4"/>
    <w:rsid w:val="004E63B5"/>
    <w:rsid w:val="004E6D09"/>
    <w:rsid w:val="004E6FDD"/>
    <w:rsid w:val="004F13ED"/>
    <w:rsid w:val="004F26ED"/>
    <w:rsid w:val="004F55E1"/>
    <w:rsid w:val="004F5B0F"/>
    <w:rsid w:val="004F7701"/>
    <w:rsid w:val="00500E47"/>
    <w:rsid w:val="00501257"/>
    <w:rsid w:val="00502E95"/>
    <w:rsid w:val="00503278"/>
    <w:rsid w:val="005033B4"/>
    <w:rsid w:val="005042B8"/>
    <w:rsid w:val="0050604E"/>
    <w:rsid w:val="0050663F"/>
    <w:rsid w:val="00507A74"/>
    <w:rsid w:val="00507AFD"/>
    <w:rsid w:val="00512754"/>
    <w:rsid w:val="00512CD3"/>
    <w:rsid w:val="00514039"/>
    <w:rsid w:val="0051415F"/>
    <w:rsid w:val="005152FB"/>
    <w:rsid w:val="005157FA"/>
    <w:rsid w:val="00516126"/>
    <w:rsid w:val="00516944"/>
    <w:rsid w:val="00516F56"/>
    <w:rsid w:val="005178B8"/>
    <w:rsid w:val="005179D6"/>
    <w:rsid w:val="005205B6"/>
    <w:rsid w:val="005209E5"/>
    <w:rsid w:val="005245BA"/>
    <w:rsid w:val="00524F9D"/>
    <w:rsid w:val="00525271"/>
    <w:rsid w:val="00525F9A"/>
    <w:rsid w:val="00526715"/>
    <w:rsid w:val="00527056"/>
    <w:rsid w:val="005270D9"/>
    <w:rsid w:val="00527286"/>
    <w:rsid w:val="00530155"/>
    <w:rsid w:val="00530259"/>
    <w:rsid w:val="00530900"/>
    <w:rsid w:val="00531D88"/>
    <w:rsid w:val="005322A3"/>
    <w:rsid w:val="0053498E"/>
    <w:rsid w:val="00536174"/>
    <w:rsid w:val="00536268"/>
    <w:rsid w:val="00540519"/>
    <w:rsid w:val="00540D6F"/>
    <w:rsid w:val="00541242"/>
    <w:rsid w:val="005417C4"/>
    <w:rsid w:val="00541BC9"/>
    <w:rsid w:val="00543956"/>
    <w:rsid w:val="00544B9C"/>
    <w:rsid w:val="00544BCE"/>
    <w:rsid w:val="005464B6"/>
    <w:rsid w:val="0054760D"/>
    <w:rsid w:val="00547776"/>
    <w:rsid w:val="00547BB3"/>
    <w:rsid w:val="00547E08"/>
    <w:rsid w:val="00552168"/>
    <w:rsid w:val="0055325E"/>
    <w:rsid w:val="00554169"/>
    <w:rsid w:val="005552BC"/>
    <w:rsid w:val="00562602"/>
    <w:rsid w:val="00564C1A"/>
    <w:rsid w:val="0056557C"/>
    <w:rsid w:val="00566B08"/>
    <w:rsid w:val="00567E21"/>
    <w:rsid w:val="00570A1A"/>
    <w:rsid w:val="00570CC7"/>
    <w:rsid w:val="00570DC4"/>
    <w:rsid w:val="00572071"/>
    <w:rsid w:val="00572073"/>
    <w:rsid w:val="0057288B"/>
    <w:rsid w:val="00573554"/>
    <w:rsid w:val="005808D0"/>
    <w:rsid w:val="005828F2"/>
    <w:rsid w:val="00582F80"/>
    <w:rsid w:val="00583C54"/>
    <w:rsid w:val="00584E28"/>
    <w:rsid w:val="00593617"/>
    <w:rsid w:val="00594DE6"/>
    <w:rsid w:val="005964F1"/>
    <w:rsid w:val="005965F4"/>
    <w:rsid w:val="00596978"/>
    <w:rsid w:val="005A2ED5"/>
    <w:rsid w:val="005A439D"/>
    <w:rsid w:val="005A47AF"/>
    <w:rsid w:val="005A4BC2"/>
    <w:rsid w:val="005B0D53"/>
    <w:rsid w:val="005B173B"/>
    <w:rsid w:val="005B2A34"/>
    <w:rsid w:val="005C01D0"/>
    <w:rsid w:val="005C2123"/>
    <w:rsid w:val="005C2487"/>
    <w:rsid w:val="005C3621"/>
    <w:rsid w:val="005C3D07"/>
    <w:rsid w:val="005C5207"/>
    <w:rsid w:val="005D19E4"/>
    <w:rsid w:val="005D21CD"/>
    <w:rsid w:val="005D23D9"/>
    <w:rsid w:val="005D3B67"/>
    <w:rsid w:val="005D3DCC"/>
    <w:rsid w:val="005D6600"/>
    <w:rsid w:val="005E0E82"/>
    <w:rsid w:val="005E1D47"/>
    <w:rsid w:val="005E3198"/>
    <w:rsid w:val="005E3DE0"/>
    <w:rsid w:val="005E3F7C"/>
    <w:rsid w:val="005E574F"/>
    <w:rsid w:val="005E637C"/>
    <w:rsid w:val="005E73D7"/>
    <w:rsid w:val="005E7940"/>
    <w:rsid w:val="005F0157"/>
    <w:rsid w:val="005F07FE"/>
    <w:rsid w:val="005F0A4C"/>
    <w:rsid w:val="005F0CF2"/>
    <w:rsid w:val="005F2644"/>
    <w:rsid w:val="005F2E39"/>
    <w:rsid w:val="005F3E98"/>
    <w:rsid w:val="005F501D"/>
    <w:rsid w:val="006001CF"/>
    <w:rsid w:val="006018BC"/>
    <w:rsid w:val="00602D23"/>
    <w:rsid w:val="00602D9C"/>
    <w:rsid w:val="00604A10"/>
    <w:rsid w:val="00607699"/>
    <w:rsid w:val="0061049B"/>
    <w:rsid w:val="00611D9C"/>
    <w:rsid w:val="00611F48"/>
    <w:rsid w:val="00612924"/>
    <w:rsid w:val="00612C0B"/>
    <w:rsid w:val="00613A0F"/>
    <w:rsid w:val="00613E63"/>
    <w:rsid w:val="00614C39"/>
    <w:rsid w:val="00617191"/>
    <w:rsid w:val="006173B8"/>
    <w:rsid w:val="006217C9"/>
    <w:rsid w:val="00622429"/>
    <w:rsid w:val="006229D1"/>
    <w:rsid w:val="006231CC"/>
    <w:rsid w:val="006238FD"/>
    <w:rsid w:val="00624342"/>
    <w:rsid w:val="006244E7"/>
    <w:rsid w:val="00627E64"/>
    <w:rsid w:val="00631CB7"/>
    <w:rsid w:val="0063207C"/>
    <w:rsid w:val="00633BE6"/>
    <w:rsid w:val="0063466B"/>
    <w:rsid w:val="006348E9"/>
    <w:rsid w:val="00640F1F"/>
    <w:rsid w:val="006435E8"/>
    <w:rsid w:val="00645105"/>
    <w:rsid w:val="006472F1"/>
    <w:rsid w:val="006474AF"/>
    <w:rsid w:val="00650F8C"/>
    <w:rsid w:val="0065102C"/>
    <w:rsid w:val="006513DA"/>
    <w:rsid w:val="006528C2"/>
    <w:rsid w:val="00653BE0"/>
    <w:rsid w:val="00653C95"/>
    <w:rsid w:val="006541D6"/>
    <w:rsid w:val="00656523"/>
    <w:rsid w:val="00656D49"/>
    <w:rsid w:val="006572A8"/>
    <w:rsid w:val="00660072"/>
    <w:rsid w:val="00660F02"/>
    <w:rsid w:val="006679B8"/>
    <w:rsid w:val="00671DF4"/>
    <w:rsid w:val="0067350B"/>
    <w:rsid w:val="006735AD"/>
    <w:rsid w:val="00673E83"/>
    <w:rsid w:val="006742F4"/>
    <w:rsid w:val="00674DC1"/>
    <w:rsid w:val="00674DC5"/>
    <w:rsid w:val="006751BC"/>
    <w:rsid w:val="006753EE"/>
    <w:rsid w:val="006800B1"/>
    <w:rsid w:val="00680DE1"/>
    <w:rsid w:val="006818CC"/>
    <w:rsid w:val="006830BB"/>
    <w:rsid w:val="006839EB"/>
    <w:rsid w:val="00683F2A"/>
    <w:rsid w:val="006847D1"/>
    <w:rsid w:val="006848D2"/>
    <w:rsid w:val="00684A41"/>
    <w:rsid w:val="00684A81"/>
    <w:rsid w:val="006852A1"/>
    <w:rsid w:val="00685AE8"/>
    <w:rsid w:val="00685E53"/>
    <w:rsid w:val="006863B9"/>
    <w:rsid w:val="0068670C"/>
    <w:rsid w:val="00687288"/>
    <w:rsid w:val="006912A2"/>
    <w:rsid w:val="00692343"/>
    <w:rsid w:val="00692443"/>
    <w:rsid w:val="0069246E"/>
    <w:rsid w:val="006925FD"/>
    <w:rsid w:val="00692B18"/>
    <w:rsid w:val="0069555E"/>
    <w:rsid w:val="00695C57"/>
    <w:rsid w:val="00696457"/>
    <w:rsid w:val="006968DA"/>
    <w:rsid w:val="00697364"/>
    <w:rsid w:val="00697CB4"/>
    <w:rsid w:val="006A01E3"/>
    <w:rsid w:val="006A0269"/>
    <w:rsid w:val="006A0E1E"/>
    <w:rsid w:val="006A3F41"/>
    <w:rsid w:val="006A5798"/>
    <w:rsid w:val="006A6222"/>
    <w:rsid w:val="006A65E1"/>
    <w:rsid w:val="006B0098"/>
    <w:rsid w:val="006B0FD5"/>
    <w:rsid w:val="006B136B"/>
    <w:rsid w:val="006B1B07"/>
    <w:rsid w:val="006B292A"/>
    <w:rsid w:val="006B292F"/>
    <w:rsid w:val="006B68F2"/>
    <w:rsid w:val="006B6E88"/>
    <w:rsid w:val="006C0668"/>
    <w:rsid w:val="006C0CD4"/>
    <w:rsid w:val="006C445A"/>
    <w:rsid w:val="006C49F2"/>
    <w:rsid w:val="006D000A"/>
    <w:rsid w:val="006D0872"/>
    <w:rsid w:val="006D161C"/>
    <w:rsid w:val="006D23E2"/>
    <w:rsid w:val="006D2817"/>
    <w:rsid w:val="006D2C10"/>
    <w:rsid w:val="006D3147"/>
    <w:rsid w:val="006D377F"/>
    <w:rsid w:val="006D499F"/>
    <w:rsid w:val="006D522C"/>
    <w:rsid w:val="006D572A"/>
    <w:rsid w:val="006D5769"/>
    <w:rsid w:val="006D7530"/>
    <w:rsid w:val="006D759E"/>
    <w:rsid w:val="006E0022"/>
    <w:rsid w:val="006E1222"/>
    <w:rsid w:val="006E1E10"/>
    <w:rsid w:val="006E2D3E"/>
    <w:rsid w:val="006E4B63"/>
    <w:rsid w:val="006E5261"/>
    <w:rsid w:val="006E5EB1"/>
    <w:rsid w:val="006E7526"/>
    <w:rsid w:val="006E7F5F"/>
    <w:rsid w:val="006E7F97"/>
    <w:rsid w:val="006F1876"/>
    <w:rsid w:val="006F1F57"/>
    <w:rsid w:val="00700884"/>
    <w:rsid w:val="007042A2"/>
    <w:rsid w:val="00710885"/>
    <w:rsid w:val="00714226"/>
    <w:rsid w:val="007158DE"/>
    <w:rsid w:val="0071620D"/>
    <w:rsid w:val="0071771B"/>
    <w:rsid w:val="00720765"/>
    <w:rsid w:val="00721176"/>
    <w:rsid w:val="00721A22"/>
    <w:rsid w:val="00721D1B"/>
    <w:rsid w:val="00722E36"/>
    <w:rsid w:val="0072338D"/>
    <w:rsid w:val="00723520"/>
    <w:rsid w:val="00725632"/>
    <w:rsid w:val="00727704"/>
    <w:rsid w:val="00727CB6"/>
    <w:rsid w:val="00730C4D"/>
    <w:rsid w:val="00730E99"/>
    <w:rsid w:val="00730F65"/>
    <w:rsid w:val="00732841"/>
    <w:rsid w:val="00734312"/>
    <w:rsid w:val="0073488B"/>
    <w:rsid w:val="00735083"/>
    <w:rsid w:val="00736020"/>
    <w:rsid w:val="00736968"/>
    <w:rsid w:val="0073700A"/>
    <w:rsid w:val="00741C04"/>
    <w:rsid w:val="00742320"/>
    <w:rsid w:val="00743BD8"/>
    <w:rsid w:val="00744858"/>
    <w:rsid w:val="007451D8"/>
    <w:rsid w:val="00745BF1"/>
    <w:rsid w:val="00747E2A"/>
    <w:rsid w:val="00750321"/>
    <w:rsid w:val="007530BE"/>
    <w:rsid w:val="007569D0"/>
    <w:rsid w:val="00763139"/>
    <w:rsid w:val="007640AE"/>
    <w:rsid w:val="00770636"/>
    <w:rsid w:val="00770844"/>
    <w:rsid w:val="0077161C"/>
    <w:rsid w:val="00772079"/>
    <w:rsid w:val="007724AF"/>
    <w:rsid w:val="007734EC"/>
    <w:rsid w:val="007739CB"/>
    <w:rsid w:val="007767AA"/>
    <w:rsid w:val="00780F5E"/>
    <w:rsid w:val="00781342"/>
    <w:rsid w:val="007834A0"/>
    <w:rsid w:val="00785CBC"/>
    <w:rsid w:val="00786E42"/>
    <w:rsid w:val="007925C5"/>
    <w:rsid w:val="007926A7"/>
    <w:rsid w:val="00793B14"/>
    <w:rsid w:val="00795931"/>
    <w:rsid w:val="00795D60"/>
    <w:rsid w:val="007A05E7"/>
    <w:rsid w:val="007A158F"/>
    <w:rsid w:val="007A384C"/>
    <w:rsid w:val="007A427E"/>
    <w:rsid w:val="007A4C6C"/>
    <w:rsid w:val="007A648E"/>
    <w:rsid w:val="007A64BE"/>
    <w:rsid w:val="007A6B34"/>
    <w:rsid w:val="007A7E3A"/>
    <w:rsid w:val="007B0F11"/>
    <w:rsid w:val="007B4A5E"/>
    <w:rsid w:val="007B4CC6"/>
    <w:rsid w:val="007B55E2"/>
    <w:rsid w:val="007B5DF9"/>
    <w:rsid w:val="007B71F2"/>
    <w:rsid w:val="007C0DC7"/>
    <w:rsid w:val="007C0FDE"/>
    <w:rsid w:val="007C2ABF"/>
    <w:rsid w:val="007C635C"/>
    <w:rsid w:val="007C70FD"/>
    <w:rsid w:val="007C73AE"/>
    <w:rsid w:val="007D1AD9"/>
    <w:rsid w:val="007D217A"/>
    <w:rsid w:val="007D351D"/>
    <w:rsid w:val="007D4AB0"/>
    <w:rsid w:val="007D645F"/>
    <w:rsid w:val="007D6F36"/>
    <w:rsid w:val="007E05C0"/>
    <w:rsid w:val="007E0823"/>
    <w:rsid w:val="007E08FD"/>
    <w:rsid w:val="007E10DD"/>
    <w:rsid w:val="007E1C75"/>
    <w:rsid w:val="007E2076"/>
    <w:rsid w:val="007E2DBC"/>
    <w:rsid w:val="007E3699"/>
    <w:rsid w:val="007E4DDE"/>
    <w:rsid w:val="007E540A"/>
    <w:rsid w:val="007E682F"/>
    <w:rsid w:val="007E736A"/>
    <w:rsid w:val="007F1046"/>
    <w:rsid w:val="007F1BFC"/>
    <w:rsid w:val="007F202B"/>
    <w:rsid w:val="007F38F8"/>
    <w:rsid w:val="007F4B42"/>
    <w:rsid w:val="007F59EB"/>
    <w:rsid w:val="007F64D4"/>
    <w:rsid w:val="007F69FF"/>
    <w:rsid w:val="00800409"/>
    <w:rsid w:val="008012B3"/>
    <w:rsid w:val="008018CA"/>
    <w:rsid w:val="008019D3"/>
    <w:rsid w:val="008039EA"/>
    <w:rsid w:val="00804EA4"/>
    <w:rsid w:val="008100E6"/>
    <w:rsid w:val="00810F7D"/>
    <w:rsid w:val="008121D6"/>
    <w:rsid w:val="00812F20"/>
    <w:rsid w:val="00817A44"/>
    <w:rsid w:val="0082044B"/>
    <w:rsid w:val="00822341"/>
    <w:rsid w:val="0082271D"/>
    <w:rsid w:val="008248BE"/>
    <w:rsid w:val="00830172"/>
    <w:rsid w:val="008302C6"/>
    <w:rsid w:val="0083350C"/>
    <w:rsid w:val="00833D01"/>
    <w:rsid w:val="0083436B"/>
    <w:rsid w:val="00835A49"/>
    <w:rsid w:val="008369F4"/>
    <w:rsid w:val="00837A66"/>
    <w:rsid w:val="00837AA4"/>
    <w:rsid w:val="0084024C"/>
    <w:rsid w:val="0084071B"/>
    <w:rsid w:val="00841509"/>
    <w:rsid w:val="008419A9"/>
    <w:rsid w:val="008436EF"/>
    <w:rsid w:val="00845C82"/>
    <w:rsid w:val="00852715"/>
    <w:rsid w:val="00853D67"/>
    <w:rsid w:val="00854355"/>
    <w:rsid w:val="008547D0"/>
    <w:rsid w:val="0085507C"/>
    <w:rsid w:val="00855852"/>
    <w:rsid w:val="00855D07"/>
    <w:rsid w:val="00856670"/>
    <w:rsid w:val="00856F7C"/>
    <w:rsid w:val="008574BA"/>
    <w:rsid w:val="00860E8D"/>
    <w:rsid w:val="008621A9"/>
    <w:rsid w:val="00862AA9"/>
    <w:rsid w:val="00865981"/>
    <w:rsid w:val="00867269"/>
    <w:rsid w:val="00870766"/>
    <w:rsid w:val="00871C44"/>
    <w:rsid w:val="00872318"/>
    <w:rsid w:val="00874E28"/>
    <w:rsid w:val="00876365"/>
    <w:rsid w:val="008767A3"/>
    <w:rsid w:val="00877B1D"/>
    <w:rsid w:val="0088308C"/>
    <w:rsid w:val="008845E4"/>
    <w:rsid w:val="00884C96"/>
    <w:rsid w:val="00884DA8"/>
    <w:rsid w:val="008917CC"/>
    <w:rsid w:val="00891E67"/>
    <w:rsid w:val="00891EEB"/>
    <w:rsid w:val="008925BD"/>
    <w:rsid w:val="008928C2"/>
    <w:rsid w:val="00894A0C"/>
    <w:rsid w:val="00894E90"/>
    <w:rsid w:val="00896FA5"/>
    <w:rsid w:val="008970F2"/>
    <w:rsid w:val="00897431"/>
    <w:rsid w:val="008A0068"/>
    <w:rsid w:val="008A1094"/>
    <w:rsid w:val="008A23A5"/>
    <w:rsid w:val="008A4A86"/>
    <w:rsid w:val="008A643D"/>
    <w:rsid w:val="008A6AD3"/>
    <w:rsid w:val="008A7503"/>
    <w:rsid w:val="008A77CB"/>
    <w:rsid w:val="008A79DC"/>
    <w:rsid w:val="008B0383"/>
    <w:rsid w:val="008B1B99"/>
    <w:rsid w:val="008B298A"/>
    <w:rsid w:val="008B3277"/>
    <w:rsid w:val="008B37B5"/>
    <w:rsid w:val="008B3ACD"/>
    <w:rsid w:val="008B4C8D"/>
    <w:rsid w:val="008B68EE"/>
    <w:rsid w:val="008B753A"/>
    <w:rsid w:val="008B7AD0"/>
    <w:rsid w:val="008C3F1F"/>
    <w:rsid w:val="008C7EF0"/>
    <w:rsid w:val="008D43BD"/>
    <w:rsid w:val="008D5C9D"/>
    <w:rsid w:val="008D6DF4"/>
    <w:rsid w:val="008D7A3A"/>
    <w:rsid w:val="008D7A93"/>
    <w:rsid w:val="008D7C75"/>
    <w:rsid w:val="008E1E7F"/>
    <w:rsid w:val="008E4AB1"/>
    <w:rsid w:val="008E50B6"/>
    <w:rsid w:val="008E6847"/>
    <w:rsid w:val="008E741E"/>
    <w:rsid w:val="008F0EB4"/>
    <w:rsid w:val="008F31A6"/>
    <w:rsid w:val="008F3411"/>
    <w:rsid w:val="008F34FD"/>
    <w:rsid w:val="008F6BCF"/>
    <w:rsid w:val="00900C10"/>
    <w:rsid w:val="00900EA1"/>
    <w:rsid w:val="00901364"/>
    <w:rsid w:val="00901D95"/>
    <w:rsid w:val="00904433"/>
    <w:rsid w:val="009063B1"/>
    <w:rsid w:val="0091046E"/>
    <w:rsid w:val="0091318B"/>
    <w:rsid w:val="00913B1B"/>
    <w:rsid w:val="00913CF5"/>
    <w:rsid w:val="009152B1"/>
    <w:rsid w:val="009166CA"/>
    <w:rsid w:val="00916C21"/>
    <w:rsid w:val="00917286"/>
    <w:rsid w:val="00924969"/>
    <w:rsid w:val="00924BE3"/>
    <w:rsid w:val="00925E0C"/>
    <w:rsid w:val="00925E27"/>
    <w:rsid w:val="00926BA0"/>
    <w:rsid w:val="00926E2D"/>
    <w:rsid w:val="00927DAB"/>
    <w:rsid w:val="009321EA"/>
    <w:rsid w:val="00932735"/>
    <w:rsid w:val="009348DF"/>
    <w:rsid w:val="009357B2"/>
    <w:rsid w:val="009367A5"/>
    <w:rsid w:val="00936842"/>
    <w:rsid w:val="009407EF"/>
    <w:rsid w:val="00940816"/>
    <w:rsid w:val="009415D4"/>
    <w:rsid w:val="00941DDF"/>
    <w:rsid w:val="00942380"/>
    <w:rsid w:val="00942A43"/>
    <w:rsid w:val="00942ED8"/>
    <w:rsid w:val="00943060"/>
    <w:rsid w:val="00945A77"/>
    <w:rsid w:val="009518FF"/>
    <w:rsid w:val="00953C77"/>
    <w:rsid w:val="00954232"/>
    <w:rsid w:val="009570E1"/>
    <w:rsid w:val="0096169D"/>
    <w:rsid w:val="00961DC2"/>
    <w:rsid w:val="00962B30"/>
    <w:rsid w:val="00962D19"/>
    <w:rsid w:val="009630C4"/>
    <w:rsid w:val="009640EF"/>
    <w:rsid w:val="00964AE4"/>
    <w:rsid w:val="00964CF9"/>
    <w:rsid w:val="00964DF7"/>
    <w:rsid w:val="009653E4"/>
    <w:rsid w:val="00965FD8"/>
    <w:rsid w:val="00967D20"/>
    <w:rsid w:val="00971DE9"/>
    <w:rsid w:val="00972D5E"/>
    <w:rsid w:val="00981A60"/>
    <w:rsid w:val="009861B4"/>
    <w:rsid w:val="00987B64"/>
    <w:rsid w:val="00990834"/>
    <w:rsid w:val="00991C39"/>
    <w:rsid w:val="0099310F"/>
    <w:rsid w:val="0099357D"/>
    <w:rsid w:val="009938FB"/>
    <w:rsid w:val="00995F14"/>
    <w:rsid w:val="00997C6E"/>
    <w:rsid w:val="00997D88"/>
    <w:rsid w:val="00997E89"/>
    <w:rsid w:val="009A0B09"/>
    <w:rsid w:val="009A2D7A"/>
    <w:rsid w:val="009A3B69"/>
    <w:rsid w:val="009A47FC"/>
    <w:rsid w:val="009A576C"/>
    <w:rsid w:val="009B044F"/>
    <w:rsid w:val="009B2640"/>
    <w:rsid w:val="009B344D"/>
    <w:rsid w:val="009B4EDA"/>
    <w:rsid w:val="009B4FC0"/>
    <w:rsid w:val="009B516E"/>
    <w:rsid w:val="009B7410"/>
    <w:rsid w:val="009B767B"/>
    <w:rsid w:val="009B7797"/>
    <w:rsid w:val="009B78EB"/>
    <w:rsid w:val="009C0546"/>
    <w:rsid w:val="009C0AAB"/>
    <w:rsid w:val="009C1A40"/>
    <w:rsid w:val="009C2F6D"/>
    <w:rsid w:val="009C401F"/>
    <w:rsid w:val="009C5B51"/>
    <w:rsid w:val="009C63E6"/>
    <w:rsid w:val="009C6FE3"/>
    <w:rsid w:val="009D5B9F"/>
    <w:rsid w:val="009D5F34"/>
    <w:rsid w:val="009D7339"/>
    <w:rsid w:val="009D7F15"/>
    <w:rsid w:val="009E0FB5"/>
    <w:rsid w:val="009E19AF"/>
    <w:rsid w:val="009E1D19"/>
    <w:rsid w:val="009E31AB"/>
    <w:rsid w:val="009E3700"/>
    <w:rsid w:val="009E616C"/>
    <w:rsid w:val="009E6A3F"/>
    <w:rsid w:val="009F00B3"/>
    <w:rsid w:val="009F07A7"/>
    <w:rsid w:val="009F50B0"/>
    <w:rsid w:val="009F6751"/>
    <w:rsid w:val="009F6DA9"/>
    <w:rsid w:val="009F7038"/>
    <w:rsid w:val="00A005E9"/>
    <w:rsid w:val="00A00CE5"/>
    <w:rsid w:val="00A014DF"/>
    <w:rsid w:val="00A018E6"/>
    <w:rsid w:val="00A0198F"/>
    <w:rsid w:val="00A01BA0"/>
    <w:rsid w:val="00A03D89"/>
    <w:rsid w:val="00A060D0"/>
    <w:rsid w:val="00A075BC"/>
    <w:rsid w:val="00A1013E"/>
    <w:rsid w:val="00A10936"/>
    <w:rsid w:val="00A10B45"/>
    <w:rsid w:val="00A1311B"/>
    <w:rsid w:val="00A142A8"/>
    <w:rsid w:val="00A14E4C"/>
    <w:rsid w:val="00A162C4"/>
    <w:rsid w:val="00A16324"/>
    <w:rsid w:val="00A16736"/>
    <w:rsid w:val="00A17374"/>
    <w:rsid w:val="00A17E9E"/>
    <w:rsid w:val="00A244CE"/>
    <w:rsid w:val="00A24519"/>
    <w:rsid w:val="00A24B95"/>
    <w:rsid w:val="00A27C59"/>
    <w:rsid w:val="00A30F5D"/>
    <w:rsid w:val="00A32647"/>
    <w:rsid w:val="00A331E9"/>
    <w:rsid w:val="00A357C3"/>
    <w:rsid w:val="00A3668A"/>
    <w:rsid w:val="00A402E0"/>
    <w:rsid w:val="00A405DD"/>
    <w:rsid w:val="00A418E1"/>
    <w:rsid w:val="00A4227E"/>
    <w:rsid w:val="00A42874"/>
    <w:rsid w:val="00A42ED3"/>
    <w:rsid w:val="00A431A7"/>
    <w:rsid w:val="00A43C6C"/>
    <w:rsid w:val="00A45BC4"/>
    <w:rsid w:val="00A46859"/>
    <w:rsid w:val="00A46FD6"/>
    <w:rsid w:val="00A50541"/>
    <w:rsid w:val="00A50593"/>
    <w:rsid w:val="00A506CF"/>
    <w:rsid w:val="00A50D57"/>
    <w:rsid w:val="00A5203D"/>
    <w:rsid w:val="00A53461"/>
    <w:rsid w:val="00A57239"/>
    <w:rsid w:val="00A57421"/>
    <w:rsid w:val="00A60978"/>
    <w:rsid w:val="00A60A3A"/>
    <w:rsid w:val="00A61282"/>
    <w:rsid w:val="00A61A27"/>
    <w:rsid w:val="00A62EE0"/>
    <w:rsid w:val="00A6390A"/>
    <w:rsid w:val="00A65276"/>
    <w:rsid w:val="00A65393"/>
    <w:rsid w:val="00A66C3A"/>
    <w:rsid w:val="00A66C62"/>
    <w:rsid w:val="00A6799D"/>
    <w:rsid w:val="00A723A8"/>
    <w:rsid w:val="00A72CEE"/>
    <w:rsid w:val="00A7463D"/>
    <w:rsid w:val="00A75B20"/>
    <w:rsid w:val="00A75C4D"/>
    <w:rsid w:val="00A75C5D"/>
    <w:rsid w:val="00A75DDC"/>
    <w:rsid w:val="00A76731"/>
    <w:rsid w:val="00A7774A"/>
    <w:rsid w:val="00A802B7"/>
    <w:rsid w:val="00A80CD3"/>
    <w:rsid w:val="00A83003"/>
    <w:rsid w:val="00A83EF8"/>
    <w:rsid w:val="00A844EB"/>
    <w:rsid w:val="00A847C4"/>
    <w:rsid w:val="00A87DE7"/>
    <w:rsid w:val="00A87E62"/>
    <w:rsid w:val="00A90689"/>
    <w:rsid w:val="00A90CA0"/>
    <w:rsid w:val="00A92496"/>
    <w:rsid w:val="00A92F9F"/>
    <w:rsid w:val="00A9385B"/>
    <w:rsid w:val="00A93DF5"/>
    <w:rsid w:val="00A953F8"/>
    <w:rsid w:val="00A96203"/>
    <w:rsid w:val="00A969C0"/>
    <w:rsid w:val="00A97A3A"/>
    <w:rsid w:val="00AA03DD"/>
    <w:rsid w:val="00AA3562"/>
    <w:rsid w:val="00AA432D"/>
    <w:rsid w:val="00AB2F50"/>
    <w:rsid w:val="00AB3864"/>
    <w:rsid w:val="00AB3FB9"/>
    <w:rsid w:val="00AB5010"/>
    <w:rsid w:val="00AB7E76"/>
    <w:rsid w:val="00AC01E3"/>
    <w:rsid w:val="00AC0268"/>
    <w:rsid w:val="00AC2BBD"/>
    <w:rsid w:val="00AC4255"/>
    <w:rsid w:val="00AC4E39"/>
    <w:rsid w:val="00AC6507"/>
    <w:rsid w:val="00AC7E68"/>
    <w:rsid w:val="00AD1694"/>
    <w:rsid w:val="00AD1E73"/>
    <w:rsid w:val="00AD5190"/>
    <w:rsid w:val="00AD6668"/>
    <w:rsid w:val="00AD6BE0"/>
    <w:rsid w:val="00AE0E3C"/>
    <w:rsid w:val="00AE177F"/>
    <w:rsid w:val="00AE19CA"/>
    <w:rsid w:val="00AE1FD8"/>
    <w:rsid w:val="00AE21B9"/>
    <w:rsid w:val="00AF190C"/>
    <w:rsid w:val="00AF233D"/>
    <w:rsid w:val="00AF2E14"/>
    <w:rsid w:val="00AF7149"/>
    <w:rsid w:val="00AF75A7"/>
    <w:rsid w:val="00B00004"/>
    <w:rsid w:val="00B01C50"/>
    <w:rsid w:val="00B0327A"/>
    <w:rsid w:val="00B06857"/>
    <w:rsid w:val="00B06A74"/>
    <w:rsid w:val="00B11552"/>
    <w:rsid w:val="00B11971"/>
    <w:rsid w:val="00B11C93"/>
    <w:rsid w:val="00B1295D"/>
    <w:rsid w:val="00B142EF"/>
    <w:rsid w:val="00B149F8"/>
    <w:rsid w:val="00B157B1"/>
    <w:rsid w:val="00B163F4"/>
    <w:rsid w:val="00B16D0C"/>
    <w:rsid w:val="00B17D65"/>
    <w:rsid w:val="00B20709"/>
    <w:rsid w:val="00B20A5A"/>
    <w:rsid w:val="00B21F9F"/>
    <w:rsid w:val="00B23436"/>
    <w:rsid w:val="00B24C63"/>
    <w:rsid w:val="00B24D50"/>
    <w:rsid w:val="00B25D49"/>
    <w:rsid w:val="00B25E9A"/>
    <w:rsid w:val="00B265A5"/>
    <w:rsid w:val="00B266EC"/>
    <w:rsid w:val="00B3063A"/>
    <w:rsid w:val="00B30CD7"/>
    <w:rsid w:val="00B3140F"/>
    <w:rsid w:val="00B321BB"/>
    <w:rsid w:val="00B33653"/>
    <w:rsid w:val="00B34039"/>
    <w:rsid w:val="00B34A68"/>
    <w:rsid w:val="00B409C5"/>
    <w:rsid w:val="00B40B25"/>
    <w:rsid w:val="00B41695"/>
    <w:rsid w:val="00B417F1"/>
    <w:rsid w:val="00B442CD"/>
    <w:rsid w:val="00B50FC2"/>
    <w:rsid w:val="00B50FC6"/>
    <w:rsid w:val="00B51093"/>
    <w:rsid w:val="00B51CAB"/>
    <w:rsid w:val="00B51EA3"/>
    <w:rsid w:val="00B51F97"/>
    <w:rsid w:val="00B539F9"/>
    <w:rsid w:val="00B5425B"/>
    <w:rsid w:val="00B54ECC"/>
    <w:rsid w:val="00B562E8"/>
    <w:rsid w:val="00B6158D"/>
    <w:rsid w:val="00B622D2"/>
    <w:rsid w:val="00B6375B"/>
    <w:rsid w:val="00B65AAB"/>
    <w:rsid w:val="00B66CF5"/>
    <w:rsid w:val="00B6721B"/>
    <w:rsid w:val="00B70E78"/>
    <w:rsid w:val="00B73B05"/>
    <w:rsid w:val="00B7586D"/>
    <w:rsid w:val="00B771F1"/>
    <w:rsid w:val="00B808E9"/>
    <w:rsid w:val="00B80E5A"/>
    <w:rsid w:val="00B80F77"/>
    <w:rsid w:val="00B80F8E"/>
    <w:rsid w:val="00B84411"/>
    <w:rsid w:val="00B856B0"/>
    <w:rsid w:val="00B85BB2"/>
    <w:rsid w:val="00B872F7"/>
    <w:rsid w:val="00B94A4A"/>
    <w:rsid w:val="00B95840"/>
    <w:rsid w:val="00B9646E"/>
    <w:rsid w:val="00BA1461"/>
    <w:rsid w:val="00BA21A2"/>
    <w:rsid w:val="00BA2A8F"/>
    <w:rsid w:val="00BA369F"/>
    <w:rsid w:val="00BA3944"/>
    <w:rsid w:val="00BA435B"/>
    <w:rsid w:val="00BA48A7"/>
    <w:rsid w:val="00BA6368"/>
    <w:rsid w:val="00BA6489"/>
    <w:rsid w:val="00BA64E7"/>
    <w:rsid w:val="00BB082A"/>
    <w:rsid w:val="00BB0E4A"/>
    <w:rsid w:val="00BB13A7"/>
    <w:rsid w:val="00BB35E2"/>
    <w:rsid w:val="00BB3DDC"/>
    <w:rsid w:val="00BB443A"/>
    <w:rsid w:val="00BB468B"/>
    <w:rsid w:val="00BB4CB2"/>
    <w:rsid w:val="00BB709F"/>
    <w:rsid w:val="00BB7865"/>
    <w:rsid w:val="00BB7992"/>
    <w:rsid w:val="00BC1D1E"/>
    <w:rsid w:val="00BC3D6A"/>
    <w:rsid w:val="00BC42B2"/>
    <w:rsid w:val="00BD367A"/>
    <w:rsid w:val="00BD4205"/>
    <w:rsid w:val="00BD520D"/>
    <w:rsid w:val="00BD5741"/>
    <w:rsid w:val="00BD5E2E"/>
    <w:rsid w:val="00BD6DB3"/>
    <w:rsid w:val="00BD6E6B"/>
    <w:rsid w:val="00BD7FFA"/>
    <w:rsid w:val="00BE27FE"/>
    <w:rsid w:val="00BE38B0"/>
    <w:rsid w:val="00BE4D6F"/>
    <w:rsid w:val="00BE5FCB"/>
    <w:rsid w:val="00BE67D6"/>
    <w:rsid w:val="00BE69E1"/>
    <w:rsid w:val="00BF42A6"/>
    <w:rsid w:val="00BF4B60"/>
    <w:rsid w:val="00BF6C16"/>
    <w:rsid w:val="00BF7371"/>
    <w:rsid w:val="00C0028A"/>
    <w:rsid w:val="00C01281"/>
    <w:rsid w:val="00C02BDA"/>
    <w:rsid w:val="00C03CDF"/>
    <w:rsid w:val="00C04D9E"/>
    <w:rsid w:val="00C07D88"/>
    <w:rsid w:val="00C114A7"/>
    <w:rsid w:val="00C117C0"/>
    <w:rsid w:val="00C12DCE"/>
    <w:rsid w:val="00C134A7"/>
    <w:rsid w:val="00C14C82"/>
    <w:rsid w:val="00C15DE2"/>
    <w:rsid w:val="00C21206"/>
    <w:rsid w:val="00C24CB4"/>
    <w:rsid w:val="00C24D77"/>
    <w:rsid w:val="00C257E4"/>
    <w:rsid w:val="00C25F3D"/>
    <w:rsid w:val="00C263ED"/>
    <w:rsid w:val="00C26E95"/>
    <w:rsid w:val="00C27E63"/>
    <w:rsid w:val="00C308FD"/>
    <w:rsid w:val="00C3095D"/>
    <w:rsid w:val="00C313DB"/>
    <w:rsid w:val="00C31F4C"/>
    <w:rsid w:val="00C3384E"/>
    <w:rsid w:val="00C353EF"/>
    <w:rsid w:val="00C354B9"/>
    <w:rsid w:val="00C359BA"/>
    <w:rsid w:val="00C359BF"/>
    <w:rsid w:val="00C35AD2"/>
    <w:rsid w:val="00C35BA8"/>
    <w:rsid w:val="00C361C7"/>
    <w:rsid w:val="00C3765B"/>
    <w:rsid w:val="00C4033F"/>
    <w:rsid w:val="00C40434"/>
    <w:rsid w:val="00C40C53"/>
    <w:rsid w:val="00C42F9F"/>
    <w:rsid w:val="00C43CE4"/>
    <w:rsid w:val="00C43F96"/>
    <w:rsid w:val="00C44B27"/>
    <w:rsid w:val="00C46099"/>
    <w:rsid w:val="00C460E2"/>
    <w:rsid w:val="00C46486"/>
    <w:rsid w:val="00C46E51"/>
    <w:rsid w:val="00C51B48"/>
    <w:rsid w:val="00C52202"/>
    <w:rsid w:val="00C52AC8"/>
    <w:rsid w:val="00C54E67"/>
    <w:rsid w:val="00C57682"/>
    <w:rsid w:val="00C60528"/>
    <w:rsid w:val="00C61363"/>
    <w:rsid w:val="00C6239A"/>
    <w:rsid w:val="00C6371B"/>
    <w:rsid w:val="00C63F11"/>
    <w:rsid w:val="00C64837"/>
    <w:rsid w:val="00C64930"/>
    <w:rsid w:val="00C656BD"/>
    <w:rsid w:val="00C65972"/>
    <w:rsid w:val="00C659FD"/>
    <w:rsid w:val="00C666B0"/>
    <w:rsid w:val="00C66C21"/>
    <w:rsid w:val="00C66FE0"/>
    <w:rsid w:val="00C677C3"/>
    <w:rsid w:val="00C7093C"/>
    <w:rsid w:val="00C7243F"/>
    <w:rsid w:val="00C736B4"/>
    <w:rsid w:val="00C74126"/>
    <w:rsid w:val="00C76780"/>
    <w:rsid w:val="00C77A2D"/>
    <w:rsid w:val="00C77A6C"/>
    <w:rsid w:val="00C840EB"/>
    <w:rsid w:val="00C84B53"/>
    <w:rsid w:val="00C85B19"/>
    <w:rsid w:val="00C90470"/>
    <w:rsid w:val="00C9111B"/>
    <w:rsid w:val="00C9399E"/>
    <w:rsid w:val="00C948D3"/>
    <w:rsid w:val="00C96A97"/>
    <w:rsid w:val="00CA2B98"/>
    <w:rsid w:val="00CA484B"/>
    <w:rsid w:val="00CA48A1"/>
    <w:rsid w:val="00CA4B38"/>
    <w:rsid w:val="00CA5097"/>
    <w:rsid w:val="00CA79EF"/>
    <w:rsid w:val="00CB0DAE"/>
    <w:rsid w:val="00CB4CF6"/>
    <w:rsid w:val="00CB4D8F"/>
    <w:rsid w:val="00CB4F16"/>
    <w:rsid w:val="00CB6A33"/>
    <w:rsid w:val="00CC30BD"/>
    <w:rsid w:val="00CC5981"/>
    <w:rsid w:val="00CC5D47"/>
    <w:rsid w:val="00CD02B9"/>
    <w:rsid w:val="00CD054F"/>
    <w:rsid w:val="00CD08D0"/>
    <w:rsid w:val="00CD3AAE"/>
    <w:rsid w:val="00CD3E84"/>
    <w:rsid w:val="00CD3ECD"/>
    <w:rsid w:val="00CD5048"/>
    <w:rsid w:val="00CD6686"/>
    <w:rsid w:val="00CD75F8"/>
    <w:rsid w:val="00CD7606"/>
    <w:rsid w:val="00CD77B5"/>
    <w:rsid w:val="00CE0040"/>
    <w:rsid w:val="00CE2ADC"/>
    <w:rsid w:val="00CE3B2B"/>
    <w:rsid w:val="00CE40E0"/>
    <w:rsid w:val="00CE5FB6"/>
    <w:rsid w:val="00CE6054"/>
    <w:rsid w:val="00CE6C7A"/>
    <w:rsid w:val="00CE7622"/>
    <w:rsid w:val="00CE7F6F"/>
    <w:rsid w:val="00CF0C1C"/>
    <w:rsid w:val="00CF106A"/>
    <w:rsid w:val="00CF262E"/>
    <w:rsid w:val="00CF3177"/>
    <w:rsid w:val="00CF3275"/>
    <w:rsid w:val="00CF41A0"/>
    <w:rsid w:val="00CF462D"/>
    <w:rsid w:val="00CF61CE"/>
    <w:rsid w:val="00CF6ED2"/>
    <w:rsid w:val="00CF7585"/>
    <w:rsid w:val="00D007CD"/>
    <w:rsid w:val="00D00879"/>
    <w:rsid w:val="00D01C9B"/>
    <w:rsid w:val="00D01F4B"/>
    <w:rsid w:val="00D02815"/>
    <w:rsid w:val="00D03132"/>
    <w:rsid w:val="00D03FA8"/>
    <w:rsid w:val="00D04260"/>
    <w:rsid w:val="00D04E91"/>
    <w:rsid w:val="00D07CAB"/>
    <w:rsid w:val="00D11A9E"/>
    <w:rsid w:val="00D11D36"/>
    <w:rsid w:val="00D13AA1"/>
    <w:rsid w:val="00D14050"/>
    <w:rsid w:val="00D15718"/>
    <w:rsid w:val="00D159C7"/>
    <w:rsid w:val="00D17302"/>
    <w:rsid w:val="00D179DD"/>
    <w:rsid w:val="00D20FCC"/>
    <w:rsid w:val="00D24E86"/>
    <w:rsid w:val="00D25994"/>
    <w:rsid w:val="00D26093"/>
    <w:rsid w:val="00D31DB0"/>
    <w:rsid w:val="00D32AD2"/>
    <w:rsid w:val="00D346F0"/>
    <w:rsid w:val="00D36B22"/>
    <w:rsid w:val="00D374CE"/>
    <w:rsid w:val="00D375F6"/>
    <w:rsid w:val="00D37BA2"/>
    <w:rsid w:val="00D37ED5"/>
    <w:rsid w:val="00D37FA1"/>
    <w:rsid w:val="00D40166"/>
    <w:rsid w:val="00D41425"/>
    <w:rsid w:val="00D46AFA"/>
    <w:rsid w:val="00D46FB2"/>
    <w:rsid w:val="00D500CC"/>
    <w:rsid w:val="00D50463"/>
    <w:rsid w:val="00D50ED5"/>
    <w:rsid w:val="00D5179F"/>
    <w:rsid w:val="00D525B5"/>
    <w:rsid w:val="00D528D0"/>
    <w:rsid w:val="00D5629E"/>
    <w:rsid w:val="00D57FED"/>
    <w:rsid w:val="00D61312"/>
    <w:rsid w:val="00D61AE7"/>
    <w:rsid w:val="00D62286"/>
    <w:rsid w:val="00D62FCC"/>
    <w:rsid w:val="00D645FC"/>
    <w:rsid w:val="00D655EE"/>
    <w:rsid w:val="00D67B4C"/>
    <w:rsid w:val="00D71C20"/>
    <w:rsid w:val="00D72831"/>
    <w:rsid w:val="00D7325E"/>
    <w:rsid w:val="00D743D5"/>
    <w:rsid w:val="00D75BBE"/>
    <w:rsid w:val="00D763C8"/>
    <w:rsid w:val="00D76676"/>
    <w:rsid w:val="00D81724"/>
    <w:rsid w:val="00D818B5"/>
    <w:rsid w:val="00D82D89"/>
    <w:rsid w:val="00D831BC"/>
    <w:rsid w:val="00D83347"/>
    <w:rsid w:val="00D836FB"/>
    <w:rsid w:val="00D83B2B"/>
    <w:rsid w:val="00D84CDE"/>
    <w:rsid w:val="00D85C13"/>
    <w:rsid w:val="00D87DCE"/>
    <w:rsid w:val="00D93911"/>
    <w:rsid w:val="00D950B8"/>
    <w:rsid w:val="00D97EA6"/>
    <w:rsid w:val="00DA1C3C"/>
    <w:rsid w:val="00DA318A"/>
    <w:rsid w:val="00DA4497"/>
    <w:rsid w:val="00DA4903"/>
    <w:rsid w:val="00DA4B63"/>
    <w:rsid w:val="00DA5446"/>
    <w:rsid w:val="00DA556B"/>
    <w:rsid w:val="00DA57C0"/>
    <w:rsid w:val="00DA6DCD"/>
    <w:rsid w:val="00DA7723"/>
    <w:rsid w:val="00DA7840"/>
    <w:rsid w:val="00DB39D4"/>
    <w:rsid w:val="00DB431D"/>
    <w:rsid w:val="00DB49A1"/>
    <w:rsid w:val="00DB501E"/>
    <w:rsid w:val="00DB6766"/>
    <w:rsid w:val="00DC1E59"/>
    <w:rsid w:val="00DC4F15"/>
    <w:rsid w:val="00DC5063"/>
    <w:rsid w:val="00DC6A95"/>
    <w:rsid w:val="00DC75CF"/>
    <w:rsid w:val="00DD0514"/>
    <w:rsid w:val="00DD0FFD"/>
    <w:rsid w:val="00DD5AE3"/>
    <w:rsid w:val="00DD61CD"/>
    <w:rsid w:val="00DD63CC"/>
    <w:rsid w:val="00DD7E3A"/>
    <w:rsid w:val="00DE0B40"/>
    <w:rsid w:val="00DE1A9F"/>
    <w:rsid w:val="00DE1CDC"/>
    <w:rsid w:val="00DE3932"/>
    <w:rsid w:val="00DE39DC"/>
    <w:rsid w:val="00DE3D9E"/>
    <w:rsid w:val="00DE4138"/>
    <w:rsid w:val="00DE42A4"/>
    <w:rsid w:val="00DE5BE0"/>
    <w:rsid w:val="00DE6E73"/>
    <w:rsid w:val="00DE733D"/>
    <w:rsid w:val="00DE7B03"/>
    <w:rsid w:val="00DF7A3B"/>
    <w:rsid w:val="00E011F5"/>
    <w:rsid w:val="00E019E9"/>
    <w:rsid w:val="00E01B6B"/>
    <w:rsid w:val="00E0345B"/>
    <w:rsid w:val="00E034FD"/>
    <w:rsid w:val="00E03F17"/>
    <w:rsid w:val="00E04FA8"/>
    <w:rsid w:val="00E05442"/>
    <w:rsid w:val="00E05A41"/>
    <w:rsid w:val="00E06A60"/>
    <w:rsid w:val="00E11BBF"/>
    <w:rsid w:val="00E133C4"/>
    <w:rsid w:val="00E14228"/>
    <w:rsid w:val="00E15DAC"/>
    <w:rsid w:val="00E16E33"/>
    <w:rsid w:val="00E1718D"/>
    <w:rsid w:val="00E177A1"/>
    <w:rsid w:val="00E17CF8"/>
    <w:rsid w:val="00E20739"/>
    <w:rsid w:val="00E21204"/>
    <w:rsid w:val="00E225B3"/>
    <w:rsid w:val="00E22B70"/>
    <w:rsid w:val="00E23C4F"/>
    <w:rsid w:val="00E2427E"/>
    <w:rsid w:val="00E24A05"/>
    <w:rsid w:val="00E2503B"/>
    <w:rsid w:val="00E2644A"/>
    <w:rsid w:val="00E26EEE"/>
    <w:rsid w:val="00E26FBE"/>
    <w:rsid w:val="00E27080"/>
    <w:rsid w:val="00E2771A"/>
    <w:rsid w:val="00E30E60"/>
    <w:rsid w:val="00E31BF7"/>
    <w:rsid w:val="00E32703"/>
    <w:rsid w:val="00E32835"/>
    <w:rsid w:val="00E34AD4"/>
    <w:rsid w:val="00E35DFD"/>
    <w:rsid w:val="00E3690A"/>
    <w:rsid w:val="00E37D91"/>
    <w:rsid w:val="00E411F1"/>
    <w:rsid w:val="00E42D04"/>
    <w:rsid w:val="00E44AC2"/>
    <w:rsid w:val="00E45950"/>
    <w:rsid w:val="00E47301"/>
    <w:rsid w:val="00E47FC1"/>
    <w:rsid w:val="00E51A3F"/>
    <w:rsid w:val="00E53349"/>
    <w:rsid w:val="00E64875"/>
    <w:rsid w:val="00E65D08"/>
    <w:rsid w:val="00E665F2"/>
    <w:rsid w:val="00E7191E"/>
    <w:rsid w:val="00E71F2B"/>
    <w:rsid w:val="00E7210B"/>
    <w:rsid w:val="00E72159"/>
    <w:rsid w:val="00E730D2"/>
    <w:rsid w:val="00E73180"/>
    <w:rsid w:val="00E73D2E"/>
    <w:rsid w:val="00E7463A"/>
    <w:rsid w:val="00E76A85"/>
    <w:rsid w:val="00E77041"/>
    <w:rsid w:val="00E77418"/>
    <w:rsid w:val="00E82AC0"/>
    <w:rsid w:val="00E83202"/>
    <w:rsid w:val="00E83366"/>
    <w:rsid w:val="00E83741"/>
    <w:rsid w:val="00E843A7"/>
    <w:rsid w:val="00E8472B"/>
    <w:rsid w:val="00E90928"/>
    <w:rsid w:val="00E918E6"/>
    <w:rsid w:val="00E91F30"/>
    <w:rsid w:val="00E931F6"/>
    <w:rsid w:val="00E93BCE"/>
    <w:rsid w:val="00E94F17"/>
    <w:rsid w:val="00EA20DA"/>
    <w:rsid w:val="00EA2173"/>
    <w:rsid w:val="00EA3806"/>
    <w:rsid w:val="00EA47DE"/>
    <w:rsid w:val="00EA55E2"/>
    <w:rsid w:val="00EA645C"/>
    <w:rsid w:val="00EA64AE"/>
    <w:rsid w:val="00EB1238"/>
    <w:rsid w:val="00EB14F2"/>
    <w:rsid w:val="00EB2A59"/>
    <w:rsid w:val="00EB3D38"/>
    <w:rsid w:val="00EB5A7B"/>
    <w:rsid w:val="00EB7831"/>
    <w:rsid w:val="00EC3FBB"/>
    <w:rsid w:val="00EC518F"/>
    <w:rsid w:val="00EC5F66"/>
    <w:rsid w:val="00EC7261"/>
    <w:rsid w:val="00ED10FC"/>
    <w:rsid w:val="00ED2008"/>
    <w:rsid w:val="00ED2E42"/>
    <w:rsid w:val="00ED474F"/>
    <w:rsid w:val="00ED4A48"/>
    <w:rsid w:val="00ED6096"/>
    <w:rsid w:val="00ED6799"/>
    <w:rsid w:val="00ED7670"/>
    <w:rsid w:val="00EE1DD7"/>
    <w:rsid w:val="00EE2236"/>
    <w:rsid w:val="00EE341B"/>
    <w:rsid w:val="00EE34C4"/>
    <w:rsid w:val="00EE46CC"/>
    <w:rsid w:val="00EE4A34"/>
    <w:rsid w:val="00EE4D6A"/>
    <w:rsid w:val="00EE52E3"/>
    <w:rsid w:val="00EE57ED"/>
    <w:rsid w:val="00EF020D"/>
    <w:rsid w:val="00EF1542"/>
    <w:rsid w:val="00EF17AB"/>
    <w:rsid w:val="00EF1817"/>
    <w:rsid w:val="00EF28FA"/>
    <w:rsid w:val="00EF31A5"/>
    <w:rsid w:val="00EF559F"/>
    <w:rsid w:val="00EF647A"/>
    <w:rsid w:val="00EF6722"/>
    <w:rsid w:val="00F00966"/>
    <w:rsid w:val="00F018EF"/>
    <w:rsid w:val="00F01DB2"/>
    <w:rsid w:val="00F03B4E"/>
    <w:rsid w:val="00F04E58"/>
    <w:rsid w:val="00F05154"/>
    <w:rsid w:val="00F054A7"/>
    <w:rsid w:val="00F076FC"/>
    <w:rsid w:val="00F07DAC"/>
    <w:rsid w:val="00F07E9D"/>
    <w:rsid w:val="00F11647"/>
    <w:rsid w:val="00F11D44"/>
    <w:rsid w:val="00F122B7"/>
    <w:rsid w:val="00F1267F"/>
    <w:rsid w:val="00F1445F"/>
    <w:rsid w:val="00F14910"/>
    <w:rsid w:val="00F160EB"/>
    <w:rsid w:val="00F16EA4"/>
    <w:rsid w:val="00F20086"/>
    <w:rsid w:val="00F20A54"/>
    <w:rsid w:val="00F20DC9"/>
    <w:rsid w:val="00F2256E"/>
    <w:rsid w:val="00F22732"/>
    <w:rsid w:val="00F23D47"/>
    <w:rsid w:val="00F23EDF"/>
    <w:rsid w:val="00F268F5"/>
    <w:rsid w:val="00F32A06"/>
    <w:rsid w:val="00F3340E"/>
    <w:rsid w:val="00F33D14"/>
    <w:rsid w:val="00F34115"/>
    <w:rsid w:val="00F3776B"/>
    <w:rsid w:val="00F409DD"/>
    <w:rsid w:val="00F41292"/>
    <w:rsid w:val="00F41EFF"/>
    <w:rsid w:val="00F426FD"/>
    <w:rsid w:val="00F42898"/>
    <w:rsid w:val="00F42B1E"/>
    <w:rsid w:val="00F43D19"/>
    <w:rsid w:val="00F43E30"/>
    <w:rsid w:val="00F45423"/>
    <w:rsid w:val="00F476BD"/>
    <w:rsid w:val="00F50734"/>
    <w:rsid w:val="00F50E0A"/>
    <w:rsid w:val="00F51120"/>
    <w:rsid w:val="00F511D0"/>
    <w:rsid w:val="00F51890"/>
    <w:rsid w:val="00F52C88"/>
    <w:rsid w:val="00F54296"/>
    <w:rsid w:val="00F5497D"/>
    <w:rsid w:val="00F54F8A"/>
    <w:rsid w:val="00F5623B"/>
    <w:rsid w:val="00F5759B"/>
    <w:rsid w:val="00F5771B"/>
    <w:rsid w:val="00F57A93"/>
    <w:rsid w:val="00F57CE6"/>
    <w:rsid w:val="00F60173"/>
    <w:rsid w:val="00F61C15"/>
    <w:rsid w:val="00F643CF"/>
    <w:rsid w:val="00F65B3A"/>
    <w:rsid w:val="00F727D3"/>
    <w:rsid w:val="00F72B94"/>
    <w:rsid w:val="00F7314E"/>
    <w:rsid w:val="00F758D1"/>
    <w:rsid w:val="00F77438"/>
    <w:rsid w:val="00F77546"/>
    <w:rsid w:val="00F777B0"/>
    <w:rsid w:val="00F81BC2"/>
    <w:rsid w:val="00F827AA"/>
    <w:rsid w:val="00F85B09"/>
    <w:rsid w:val="00F86D43"/>
    <w:rsid w:val="00F900BB"/>
    <w:rsid w:val="00F90AB5"/>
    <w:rsid w:val="00F9362F"/>
    <w:rsid w:val="00F93F79"/>
    <w:rsid w:val="00F94727"/>
    <w:rsid w:val="00F95744"/>
    <w:rsid w:val="00F95882"/>
    <w:rsid w:val="00F9713D"/>
    <w:rsid w:val="00F97FF5"/>
    <w:rsid w:val="00FA0F52"/>
    <w:rsid w:val="00FA1387"/>
    <w:rsid w:val="00FA2245"/>
    <w:rsid w:val="00FA28C1"/>
    <w:rsid w:val="00FA2A30"/>
    <w:rsid w:val="00FA3588"/>
    <w:rsid w:val="00FA373E"/>
    <w:rsid w:val="00FA492A"/>
    <w:rsid w:val="00FA5DAF"/>
    <w:rsid w:val="00FA6EDF"/>
    <w:rsid w:val="00FA727F"/>
    <w:rsid w:val="00FA7D86"/>
    <w:rsid w:val="00FB0EF0"/>
    <w:rsid w:val="00FB1BC9"/>
    <w:rsid w:val="00FB73C0"/>
    <w:rsid w:val="00FB7838"/>
    <w:rsid w:val="00FC0DE3"/>
    <w:rsid w:val="00FC1BC8"/>
    <w:rsid w:val="00FC2405"/>
    <w:rsid w:val="00FC2C75"/>
    <w:rsid w:val="00FC3814"/>
    <w:rsid w:val="00FC3B9E"/>
    <w:rsid w:val="00FC42A5"/>
    <w:rsid w:val="00FC5FE0"/>
    <w:rsid w:val="00FC7991"/>
    <w:rsid w:val="00FC7EED"/>
    <w:rsid w:val="00FD17E0"/>
    <w:rsid w:val="00FD1906"/>
    <w:rsid w:val="00FD1BA5"/>
    <w:rsid w:val="00FD245C"/>
    <w:rsid w:val="00FD3F40"/>
    <w:rsid w:val="00FD4E72"/>
    <w:rsid w:val="00FD5463"/>
    <w:rsid w:val="00FD5C30"/>
    <w:rsid w:val="00FD6130"/>
    <w:rsid w:val="00FD6B71"/>
    <w:rsid w:val="00FD727A"/>
    <w:rsid w:val="00FE06AE"/>
    <w:rsid w:val="00FE1216"/>
    <w:rsid w:val="00FE13B2"/>
    <w:rsid w:val="00FE1CEF"/>
    <w:rsid w:val="00FE2856"/>
    <w:rsid w:val="00FE2FBA"/>
    <w:rsid w:val="00FE4EA6"/>
    <w:rsid w:val="00FE53DE"/>
    <w:rsid w:val="00FE7EA3"/>
    <w:rsid w:val="00FF1220"/>
    <w:rsid w:val="00FF268B"/>
    <w:rsid w:val="00FF449B"/>
    <w:rsid w:val="00FF5712"/>
    <w:rsid w:val="00FF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imes New Roman" w:hAnsi="Tahoma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26DD"/>
    <w:rPr>
      <w:b/>
      <w:sz w:val="24"/>
      <w:szCs w:val="24"/>
      <w:lang w:val="de-CH" w:eastAsia="de-CH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E5FCB"/>
    <w:rPr>
      <w:rFonts w:cs="Tahoma"/>
      <w:sz w:val="16"/>
      <w:szCs w:val="16"/>
    </w:rPr>
  </w:style>
  <w:style w:type="character" w:styleId="a4">
    <w:name w:val="Strong"/>
    <w:uiPriority w:val="22"/>
    <w:qFormat/>
    <w:rsid w:val="00900C10"/>
    <w:rPr>
      <w:b/>
      <w:bCs/>
    </w:rPr>
  </w:style>
  <w:style w:type="table" w:styleId="a5">
    <w:name w:val="Table Grid"/>
    <w:basedOn w:val="a1"/>
    <w:rsid w:val="00496E5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ветлая сетка1"/>
    <w:basedOn w:val="a1"/>
    <w:uiPriority w:val="62"/>
    <w:rsid w:val="006D377F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10">
    <w:name w:val="Цветной список1"/>
    <w:basedOn w:val="a1"/>
    <w:uiPriority w:val="72"/>
    <w:rsid w:val="006D377F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paragraph" w:customStyle="1" w:styleId="11">
    <w:name w:val="Без интервала1"/>
    <w:uiPriority w:val="1"/>
    <w:qFormat/>
    <w:rsid w:val="00043E09"/>
    <w:rPr>
      <w:rFonts w:ascii="Calibri" w:eastAsia="Calibri" w:hAnsi="Calibri"/>
      <w:b/>
      <w:sz w:val="22"/>
      <w:szCs w:val="22"/>
      <w:lang w:val="en-GB" w:eastAsia="en-US"/>
    </w:rPr>
  </w:style>
  <w:style w:type="paragraph" w:styleId="a6">
    <w:name w:val="footer"/>
    <w:basedOn w:val="a"/>
    <w:link w:val="a7"/>
    <w:uiPriority w:val="99"/>
    <w:unhideWhenUsed/>
    <w:rsid w:val="00464DC5"/>
    <w:pPr>
      <w:spacing w:before="100" w:beforeAutospacing="1" w:after="100" w:afterAutospacing="1"/>
    </w:pPr>
    <w:rPr>
      <w:rFonts w:eastAsia="Calibri"/>
      <w:lang w:val="en-GB" w:eastAsia="en-GB"/>
    </w:rPr>
  </w:style>
  <w:style w:type="character" w:customStyle="1" w:styleId="a7">
    <w:name w:val="Нижний колонтитул Знак"/>
    <w:link w:val="a6"/>
    <w:uiPriority w:val="99"/>
    <w:rsid w:val="00464DC5"/>
    <w:rPr>
      <w:rFonts w:eastAsia="Calibri"/>
      <w:sz w:val="24"/>
      <w:szCs w:val="24"/>
    </w:rPr>
  </w:style>
  <w:style w:type="paragraph" w:styleId="a8">
    <w:name w:val="header"/>
    <w:basedOn w:val="a"/>
    <w:link w:val="a9"/>
    <w:rsid w:val="00CD054F"/>
    <w:pPr>
      <w:tabs>
        <w:tab w:val="center" w:pos="4513"/>
        <w:tab w:val="right" w:pos="9026"/>
      </w:tabs>
    </w:pPr>
  </w:style>
  <w:style w:type="character" w:customStyle="1" w:styleId="a9">
    <w:name w:val="Верхний колонтитул Знак"/>
    <w:link w:val="a8"/>
    <w:rsid w:val="00CD054F"/>
    <w:rPr>
      <w:sz w:val="24"/>
      <w:szCs w:val="24"/>
      <w:lang w:val="de-CH" w:eastAsia="de-CH"/>
    </w:rPr>
  </w:style>
  <w:style w:type="character" w:styleId="aa">
    <w:name w:val="Hyperlink"/>
    <w:rsid w:val="00C77A6C"/>
    <w:rPr>
      <w:color w:val="0000FF"/>
      <w:u w:val="single"/>
    </w:rPr>
  </w:style>
  <w:style w:type="character" w:styleId="ab">
    <w:name w:val="line number"/>
    <w:basedOn w:val="a0"/>
    <w:rsid w:val="00AD6B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imes New Roman" w:hAnsi="Tahoma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26DD"/>
    <w:rPr>
      <w:b/>
      <w:sz w:val="24"/>
      <w:szCs w:val="24"/>
      <w:lang w:val="de-CH" w:eastAsia="de-CH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E5FCB"/>
    <w:rPr>
      <w:rFonts w:cs="Tahoma"/>
      <w:sz w:val="16"/>
      <w:szCs w:val="16"/>
    </w:rPr>
  </w:style>
  <w:style w:type="character" w:styleId="a4">
    <w:name w:val="Strong"/>
    <w:uiPriority w:val="22"/>
    <w:qFormat/>
    <w:rsid w:val="00900C10"/>
    <w:rPr>
      <w:b/>
      <w:bCs/>
    </w:rPr>
  </w:style>
  <w:style w:type="table" w:styleId="a5">
    <w:name w:val="Table Grid"/>
    <w:basedOn w:val="a1"/>
    <w:rsid w:val="00496E5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ветлая сетка1"/>
    <w:basedOn w:val="a1"/>
    <w:uiPriority w:val="62"/>
    <w:rsid w:val="006D377F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10">
    <w:name w:val="Цветной список1"/>
    <w:basedOn w:val="a1"/>
    <w:uiPriority w:val="72"/>
    <w:rsid w:val="006D377F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paragraph" w:customStyle="1" w:styleId="11">
    <w:name w:val="Без интервала1"/>
    <w:uiPriority w:val="1"/>
    <w:qFormat/>
    <w:rsid w:val="00043E09"/>
    <w:rPr>
      <w:rFonts w:ascii="Calibri" w:eastAsia="Calibri" w:hAnsi="Calibri"/>
      <w:b/>
      <w:sz w:val="22"/>
      <w:szCs w:val="22"/>
      <w:lang w:val="en-GB" w:eastAsia="en-US"/>
    </w:rPr>
  </w:style>
  <w:style w:type="paragraph" w:styleId="a6">
    <w:name w:val="footer"/>
    <w:basedOn w:val="a"/>
    <w:link w:val="a7"/>
    <w:uiPriority w:val="99"/>
    <w:unhideWhenUsed/>
    <w:rsid w:val="00464DC5"/>
    <w:pPr>
      <w:spacing w:before="100" w:beforeAutospacing="1" w:after="100" w:afterAutospacing="1"/>
    </w:pPr>
    <w:rPr>
      <w:rFonts w:eastAsia="Calibri"/>
      <w:lang w:val="en-GB" w:eastAsia="en-GB"/>
    </w:rPr>
  </w:style>
  <w:style w:type="character" w:customStyle="1" w:styleId="a7">
    <w:name w:val="Нижний колонтитул Знак"/>
    <w:link w:val="a6"/>
    <w:uiPriority w:val="99"/>
    <w:rsid w:val="00464DC5"/>
    <w:rPr>
      <w:rFonts w:eastAsia="Calibri"/>
      <w:sz w:val="24"/>
      <w:szCs w:val="24"/>
    </w:rPr>
  </w:style>
  <w:style w:type="paragraph" w:styleId="a8">
    <w:name w:val="header"/>
    <w:basedOn w:val="a"/>
    <w:link w:val="a9"/>
    <w:rsid w:val="00CD054F"/>
    <w:pPr>
      <w:tabs>
        <w:tab w:val="center" w:pos="4513"/>
        <w:tab w:val="right" w:pos="9026"/>
      </w:tabs>
    </w:pPr>
  </w:style>
  <w:style w:type="character" w:customStyle="1" w:styleId="a9">
    <w:name w:val="Верхний колонтитул Знак"/>
    <w:link w:val="a8"/>
    <w:rsid w:val="00CD054F"/>
    <w:rPr>
      <w:sz w:val="24"/>
      <w:szCs w:val="24"/>
      <w:lang w:val="de-CH" w:eastAsia="de-CH"/>
    </w:rPr>
  </w:style>
  <w:style w:type="character" w:styleId="aa">
    <w:name w:val="Hyperlink"/>
    <w:rsid w:val="00C77A6C"/>
    <w:rPr>
      <w:color w:val="0000FF"/>
      <w:u w:val="single"/>
    </w:rPr>
  </w:style>
  <w:style w:type="character" w:styleId="ab">
    <w:name w:val="line number"/>
    <w:basedOn w:val="a0"/>
    <w:rsid w:val="00AD6B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0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1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0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i.mitrofanov\&#1056;&#1072;&#1073;&#1086;&#1095;&#1080;&#1081;%20&#1089;&#1090;&#1086;&#1083;\df\&#1096;&#1072;&#1073;&#1083;&#1091;&#1085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шаблун.dotx</Template>
  <TotalTime>1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Metalloinvest Trading AG</vt:lpstr>
    </vt:vector>
  </TitlesOfParts>
  <Company>Hewlett-Packard Company</Company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Metalloinvest Trading AG</dc:title>
  <dc:subject/>
  <dc:creator>Митрофанов Иван Дмитриевич</dc:creator>
  <cp:keywords/>
  <cp:lastModifiedBy>Митрофанов Иван Дмитриевич</cp:lastModifiedBy>
  <cp:revision>2</cp:revision>
  <cp:lastPrinted>2009-12-22T10:27:00Z</cp:lastPrinted>
  <dcterms:created xsi:type="dcterms:W3CDTF">2013-04-01T12:15:00Z</dcterms:created>
  <dcterms:modified xsi:type="dcterms:W3CDTF">2013-04-01T12:15:00Z</dcterms:modified>
</cp:coreProperties>
</file>